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A261CC" w:rsidP="00FD4A68">
      <w:pPr>
        <w:pStyle w:val="LabTitle"/>
        <w:rPr>
          <w:rStyle w:val="LabTitleInstVersred"/>
          <w:b/>
          <w:color w:val="auto"/>
        </w:rPr>
      </w:pPr>
      <w:r>
        <w:t xml:space="preserve">Packet Tracer - </w:t>
      </w:r>
      <w:r w:rsidR="00C22421" w:rsidRPr="00C22421">
        <w:t>Configuring ASA Basic Settings and Firewall Using CLI</w:t>
      </w:r>
      <w:r w:rsidR="004D36D7" w:rsidRPr="00FD4A68">
        <w:t xml:space="preserve"> </w:t>
      </w:r>
    </w:p>
    <w:p w:rsidR="00DA5BBC" w:rsidRDefault="00A70F1B">
      <w:pPr>
        <w:pStyle w:val="LabSection"/>
        <w:ind w:left="720" w:hanging="720"/>
      </w:pPr>
      <w:r>
        <w:t>Topology</w:t>
      </w:r>
    </w:p>
    <w:p w:rsidR="0054001E" w:rsidRDefault="0054001E">
      <w:pPr>
        <w:pStyle w:val="Visual"/>
      </w:pPr>
      <w:r w:rsidRPr="0054001E">
        <w:rPr>
          <w:noProof/>
        </w:rPr>
        <w:drawing>
          <wp:inline distT="0" distB="0" distL="0" distR="0" wp14:anchorId="3BF2E99D" wp14:editId="19E510C3">
            <wp:extent cx="4905375" cy="3257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05375" cy="3257550"/>
                    </a:xfrm>
                    <a:prstGeom prst="rect">
                      <a:avLst/>
                    </a:prstGeom>
                  </pic:spPr>
                </pic:pic>
              </a:graphicData>
            </a:graphic>
          </wp:inline>
        </w:drawing>
      </w:r>
    </w:p>
    <w:p w:rsidR="00E94FC9" w:rsidRPr="00BB73FF" w:rsidRDefault="00E94FC9" w:rsidP="00E94FC9">
      <w:pPr>
        <w:pStyle w:val="LabSection"/>
      </w:pPr>
      <w:r>
        <w:lastRenderedPageBreak/>
        <w:t xml:space="preserve">IP </w:t>
      </w:r>
      <w:r w:rsidRPr="00BB73FF">
        <w:t>Addressing Table</w:t>
      </w:r>
    </w:p>
    <w:tbl>
      <w:tblPr>
        <w:tblW w:w="8540" w:type="dxa"/>
        <w:jc w:val="center"/>
        <w:tblInd w:w="-21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457"/>
        <w:gridCol w:w="1649"/>
        <w:gridCol w:w="1732"/>
        <w:gridCol w:w="1797"/>
        <w:gridCol w:w="1905"/>
      </w:tblGrid>
      <w:tr w:rsidR="00E94FC9" w:rsidTr="00017273">
        <w:trPr>
          <w:cantSplit/>
          <w:jc w:val="center"/>
        </w:trPr>
        <w:tc>
          <w:tcPr>
            <w:tcW w:w="14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4FC9" w:rsidRPr="00E87D62" w:rsidRDefault="00E94FC9" w:rsidP="00AC5BE4">
            <w:pPr>
              <w:pStyle w:val="TableHeading"/>
            </w:pPr>
            <w:r w:rsidRPr="00E87D62">
              <w:t>Device</w:t>
            </w:r>
          </w:p>
        </w:tc>
        <w:tc>
          <w:tcPr>
            <w:tcW w:w="16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4FC9" w:rsidRPr="00E87D62" w:rsidRDefault="00E94FC9" w:rsidP="00AC5BE4">
            <w:pPr>
              <w:pStyle w:val="TableHeading"/>
            </w:pPr>
            <w:r w:rsidRPr="00E87D62">
              <w:t>Interface</w:t>
            </w:r>
          </w:p>
        </w:tc>
        <w:tc>
          <w:tcPr>
            <w:tcW w:w="17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4FC9" w:rsidRPr="00E87D62" w:rsidRDefault="00E94FC9" w:rsidP="00AC5BE4">
            <w:pPr>
              <w:pStyle w:val="TableHeading"/>
            </w:pPr>
            <w:r w:rsidRPr="00E87D62">
              <w:t>IP Address</w:t>
            </w:r>
          </w:p>
        </w:tc>
        <w:tc>
          <w:tcPr>
            <w:tcW w:w="17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4FC9" w:rsidRPr="00E87D62" w:rsidRDefault="00E94FC9" w:rsidP="00AC5BE4">
            <w:pPr>
              <w:pStyle w:val="TableHeading"/>
            </w:pPr>
            <w:r w:rsidRPr="00E87D62">
              <w:t>Subnet Mask</w:t>
            </w:r>
          </w:p>
        </w:tc>
        <w:tc>
          <w:tcPr>
            <w:tcW w:w="19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4FC9" w:rsidRPr="00E87D62" w:rsidRDefault="00E94FC9" w:rsidP="00AC5BE4">
            <w:pPr>
              <w:pStyle w:val="TableHeading"/>
            </w:pPr>
            <w:r w:rsidRPr="00E87D62">
              <w:t>Default Gateway</w:t>
            </w:r>
          </w:p>
        </w:tc>
      </w:tr>
      <w:tr w:rsidR="00E94FC9" w:rsidTr="00017273">
        <w:trPr>
          <w:cantSplit/>
          <w:jc w:val="center"/>
        </w:trPr>
        <w:tc>
          <w:tcPr>
            <w:tcW w:w="1457" w:type="dxa"/>
            <w:vMerge w:val="restart"/>
            <w:vAlign w:val="center"/>
          </w:tcPr>
          <w:p w:rsidR="00E94FC9" w:rsidRPr="00E87D62" w:rsidRDefault="00E94FC9" w:rsidP="00AC5BE4">
            <w:pPr>
              <w:pStyle w:val="TableText"/>
            </w:pPr>
            <w:r>
              <w:t>R1</w:t>
            </w:r>
          </w:p>
        </w:tc>
        <w:tc>
          <w:tcPr>
            <w:tcW w:w="1649" w:type="dxa"/>
            <w:vAlign w:val="bottom"/>
          </w:tcPr>
          <w:p w:rsidR="00E94FC9" w:rsidRPr="00E87D62" w:rsidRDefault="00CB7C80" w:rsidP="00AC5BE4">
            <w:pPr>
              <w:pStyle w:val="TableText"/>
            </w:pPr>
            <w:r>
              <w:t>G</w:t>
            </w:r>
            <w:r w:rsidR="00E94FC9" w:rsidRPr="00E87D62">
              <w:t>0/</w:t>
            </w:r>
            <w:r w:rsidR="00E94FC9">
              <w:t>0</w:t>
            </w:r>
          </w:p>
        </w:tc>
        <w:tc>
          <w:tcPr>
            <w:tcW w:w="1732" w:type="dxa"/>
            <w:vAlign w:val="bottom"/>
          </w:tcPr>
          <w:p w:rsidR="00E94FC9" w:rsidRPr="00E87D62" w:rsidRDefault="00E94FC9" w:rsidP="00AC5BE4">
            <w:pPr>
              <w:pStyle w:val="TableText"/>
            </w:pPr>
            <w:r>
              <w:t>209.165.200.225</w:t>
            </w:r>
          </w:p>
        </w:tc>
        <w:tc>
          <w:tcPr>
            <w:tcW w:w="1797" w:type="dxa"/>
            <w:vAlign w:val="bottom"/>
          </w:tcPr>
          <w:p w:rsidR="00E94FC9" w:rsidRPr="00E87D62" w:rsidRDefault="00E94FC9" w:rsidP="00AC5BE4">
            <w:pPr>
              <w:pStyle w:val="TableText"/>
            </w:pPr>
            <w:r w:rsidRPr="00E87D62">
              <w:t>255.255.255.</w:t>
            </w:r>
            <w:r>
              <w:t>248</w:t>
            </w:r>
          </w:p>
        </w:tc>
        <w:tc>
          <w:tcPr>
            <w:tcW w:w="1905" w:type="dxa"/>
            <w:vAlign w:val="bottom"/>
          </w:tcPr>
          <w:p w:rsidR="00E94FC9" w:rsidRPr="00E87D62" w:rsidRDefault="00E94FC9" w:rsidP="00AC5BE4">
            <w:pPr>
              <w:pStyle w:val="TableText"/>
            </w:pPr>
            <w:r w:rsidRPr="00E87D62">
              <w:t>N/A</w:t>
            </w:r>
          </w:p>
        </w:tc>
      </w:tr>
      <w:tr w:rsidR="00E94FC9" w:rsidTr="00017273">
        <w:trPr>
          <w:cantSplit/>
          <w:jc w:val="center"/>
        </w:trPr>
        <w:tc>
          <w:tcPr>
            <w:tcW w:w="1457" w:type="dxa"/>
            <w:vMerge/>
            <w:vAlign w:val="bottom"/>
          </w:tcPr>
          <w:p w:rsidR="00E94FC9" w:rsidRPr="00E87D62" w:rsidRDefault="00E94FC9" w:rsidP="00AC5BE4">
            <w:pPr>
              <w:pStyle w:val="TableText"/>
            </w:pPr>
          </w:p>
        </w:tc>
        <w:tc>
          <w:tcPr>
            <w:tcW w:w="1649" w:type="dxa"/>
            <w:vAlign w:val="bottom"/>
          </w:tcPr>
          <w:p w:rsidR="00E94FC9" w:rsidRPr="00E87D62" w:rsidRDefault="00E94FC9" w:rsidP="00AC5BE4">
            <w:pPr>
              <w:pStyle w:val="TableText"/>
            </w:pPr>
            <w:r w:rsidRPr="00E87D62">
              <w:t>S0/0/0 (DCE)</w:t>
            </w:r>
          </w:p>
        </w:tc>
        <w:tc>
          <w:tcPr>
            <w:tcW w:w="1732" w:type="dxa"/>
            <w:vAlign w:val="bottom"/>
          </w:tcPr>
          <w:p w:rsidR="00E94FC9" w:rsidRPr="00E87D62" w:rsidRDefault="00E94FC9" w:rsidP="00AC5BE4">
            <w:pPr>
              <w:pStyle w:val="TableText"/>
            </w:pPr>
            <w:r w:rsidRPr="00E87D62">
              <w:t>10.1.1.1</w:t>
            </w:r>
          </w:p>
        </w:tc>
        <w:tc>
          <w:tcPr>
            <w:tcW w:w="1797" w:type="dxa"/>
            <w:vAlign w:val="bottom"/>
          </w:tcPr>
          <w:p w:rsidR="00E94FC9" w:rsidRPr="00E87D62" w:rsidRDefault="00E94FC9" w:rsidP="00AC5BE4">
            <w:pPr>
              <w:pStyle w:val="TableText"/>
            </w:pPr>
            <w:r w:rsidRPr="00E87D62">
              <w:t>255.255.255.252</w:t>
            </w:r>
          </w:p>
        </w:tc>
        <w:tc>
          <w:tcPr>
            <w:tcW w:w="1905" w:type="dxa"/>
            <w:vAlign w:val="bottom"/>
          </w:tcPr>
          <w:p w:rsidR="00E94FC9" w:rsidRPr="00E87D62" w:rsidRDefault="00E94FC9" w:rsidP="00AC5BE4">
            <w:pPr>
              <w:pStyle w:val="TableText"/>
            </w:pPr>
            <w:r w:rsidRPr="00E87D62">
              <w:t>N/A</w:t>
            </w:r>
          </w:p>
        </w:tc>
      </w:tr>
      <w:tr w:rsidR="00E94FC9" w:rsidTr="00017273">
        <w:trPr>
          <w:cantSplit/>
          <w:jc w:val="center"/>
        </w:trPr>
        <w:tc>
          <w:tcPr>
            <w:tcW w:w="1457" w:type="dxa"/>
            <w:vMerge w:val="restart"/>
            <w:vAlign w:val="center"/>
          </w:tcPr>
          <w:p w:rsidR="00E94FC9" w:rsidRPr="00E87D62" w:rsidRDefault="00E94FC9" w:rsidP="00AC5BE4">
            <w:pPr>
              <w:pStyle w:val="TableText"/>
            </w:pPr>
            <w:r w:rsidRPr="00E87D62">
              <w:t>R2</w:t>
            </w:r>
          </w:p>
        </w:tc>
        <w:tc>
          <w:tcPr>
            <w:tcW w:w="1649" w:type="dxa"/>
            <w:vAlign w:val="bottom"/>
          </w:tcPr>
          <w:p w:rsidR="00E94FC9" w:rsidRPr="00E87D62" w:rsidRDefault="00E94FC9" w:rsidP="00AC5BE4">
            <w:pPr>
              <w:pStyle w:val="TableText"/>
            </w:pPr>
            <w:r w:rsidRPr="00E87D62">
              <w:t>S0/0/0</w:t>
            </w:r>
          </w:p>
        </w:tc>
        <w:tc>
          <w:tcPr>
            <w:tcW w:w="1732" w:type="dxa"/>
            <w:vAlign w:val="bottom"/>
          </w:tcPr>
          <w:p w:rsidR="00E94FC9" w:rsidRPr="00E87D62" w:rsidRDefault="00E94FC9" w:rsidP="00AC5BE4">
            <w:pPr>
              <w:pStyle w:val="TableText"/>
            </w:pPr>
            <w:r w:rsidRPr="00E87D62">
              <w:t>10.1.1.2</w:t>
            </w:r>
          </w:p>
        </w:tc>
        <w:tc>
          <w:tcPr>
            <w:tcW w:w="1797" w:type="dxa"/>
            <w:vAlign w:val="bottom"/>
          </w:tcPr>
          <w:p w:rsidR="00E94FC9" w:rsidRPr="00E87D62" w:rsidRDefault="00E94FC9" w:rsidP="00AC5BE4">
            <w:pPr>
              <w:pStyle w:val="TableText"/>
            </w:pPr>
            <w:r w:rsidRPr="00E87D62">
              <w:t>255.255.255.252</w:t>
            </w:r>
          </w:p>
        </w:tc>
        <w:tc>
          <w:tcPr>
            <w:tcW w:w="1905" w:type="dxa"/>
            <w:vAlign w:val="bottom"/>
          </w:tcPr>
          <w:p w:rsidR="00E94FC9" w:rsidRPr="00E87D62" w:rsidRDefault="00E94FC9" w:rsidP="00AC5BE4">
            <w:pPr>
              <w:pStyle w:val="TableText"/>
            </w:pPr>
            <w:r w:rsidRPr="00E87D62">
              <w:t>N/A</w:t>
            </w:r>
          </w:p>
        </w:tc>
      </w:tr>
      <w:tr w:rsidR="00E94FC9" w:rsidTr="00017273">
        <w:trPr>
          <w:cantSplit/>
          <w:jc w:val="center"/>
        </w:trPr>
        <w:tc>
          <w:tcPr>
            <w:tcW w:w="1457" w:type="dxa"/>
            <w:vMerge/>
            <w:vAlign w:val="bottom"/>
          </w:tcPr>
          <w:p w:rsidR="00E94FC9" w:rsidRPr="00E87D62" w:rsidRDefault="00E94FC9" w:rsidP="00AC5BE4">
            <w:pPr>
              <w:pStyle w:val="TableText"/>
            </w:pPr>
          </w:p>
        </w:tc>
        <w:tc>
          <w:tcPr>
            <w:tcW w:w="1649" w:type="dxa"/>
            <w:vAlign w:val="bottom"/>
          </w:tcPr>
          <w:p w:rsidR="00E94FC9" w:rsidRPr="00E87D62" w:rsidRDefault="00E94FC9" w:rsidP="00AC5BE4">
            <w:pPr>
              <w:pStyle w:val="TableText"/>
            </w:pPr>
            <w:r w:rsidRPr="00E87D62">
              <w:t>S0/0/1 (DCE)</w:t>
            </w:r>
          </w:p>
        </w:tc>
        <w:tc>
          <w:tcPr>
            <w:tcW w:w="1732" w:type="dxa"/>
            <w:vAlign w:val="bottom"/>
          </w:tcPr>
          <w:p w:rsidR="00E94FC9" w:rsidRPr="00E87D62" w:rsidRDefault="00E94FC9" w:rsidP="00AC5BE4">
            <w:pPr>
              <w:pStyle w:val="TableText"/>
            </w:pPr>
            <w:r w:rsidRPr="00E87D62">
              <w:t>10.2.2.2</w:t>
            </w:r>
          </w:p>
        </w:tc>
        <w:tc>
          <w:tcPr>
            <w:tcW w:w="1797" w:type="dxa"/>
            <w:vAlign w:val="bottom"/>
          </w:tcPr>
          <w:p w:rsidR="00E94FC9" w:rsidRPr="00E87D62" w:rsidRDefault="00E94FC9" w:rsidP="00AC5BE4">
            <w:pPr>
              <w:pStyle w:val="TableText"/>
            </w:pPr>
            <w:r w:rsidRPr="00E87D62">
              <w:t>255.255.255.252</w:t>
            </w:r>
          </w:p>
        </w:tc>
        <w:tc>
          <w:tcPr>
            <w:tcW w:w="1905" w:type="dxa"/>
            <w:vAlign w:val="bottom"/>
          </w:tcPr>
          <w:p w:rsidR="00E94FC9" w:rsidRPr="00E87D62" w:rsidRDefault="00E94FC9" w:rsidP="00AC5BE4">
            <w:pPr>
              <w:pStyle w:val="TableText"/>
            </w:pPr>
            <w:r w:rsidRPr="00E87D62">
              <w:t>N/A</w:t>
            </w:r>
          </w:p>
        </w:tc>
      </w:tr>
      <w:tr w:rsidR="00E94FC9" w:rsidTr="00017273">
        <w:trPr>
          <w:cantSplit/>
          <w:jc w:val="center"/>
        </w:trPr>
        <w:tc>
          <w:tcPr>
            <w:tcW w:w="1457" w:type="dxa"/>
            <w:vMerge w:val="restart"/>
            <w:vAlign w:val="center"/>
          </w:tcPr>
          <w:p w:rsidR="00E94FC9" w:rsidRPr="00E87D62" w:rsidRDefault="00E94FC9" w:rsidP="00AC5BE4">
            <w:pPr>
              <w:pStyle w:val="TableText"/>
            </w:pPr>
            <w:r>
              <w:t>R3</w:t>
            </w:r>
          </w:p>
        </w:tc>
        <w:tc>
          <w:tcPr>
            <w:tcW w:w="1649" w:type="dxa"/>
            <w:vAlign w:val="bottom"/>
          </w:tcPr>
          <w:p w:rsidR="00E94FC9" w:rsidRPr="00E87D62" w:rsidRDefault="00CB7C80" w:rsidP="00AC5BE4">
            <w:pPr>
              <w:pStyle w:val="TableText"/>
            </w:pPr>
            <w:r>
              <w:t>G</w:t>
            </w:r>
            <w:r w:rsidR="00E94FC9" w:rsidRPr="00E87D62">
              <w:t>0/1</w:t>
            </w:r>
          </w:p>
        </w:tc>
        <w:tc>
          <w:tcPr>
            <w:tcW w:w="1732" w:type="dxa"/>
            <w:vAlign w:val="bottom"/>
          </w:tcPr>
          <w:p w:rsidR="00E94FC9" w:rsidRPr="00E87D62" w:rsidRDefault="00E94FC9" w:rsidP="00AC5BE4">
            <w:pPr>
              <w:pStyle w:val="TableText"/>
            </w:pPr>
            <w:r>
              <w:t>172.16.3.1</w:t>
            </w:r>
          </w:p>
        </w:tc>
        <w:tc>
          <w:tcPr>
            <w:tcW w:w="1797" w:type="dxa"/>
            <w:vAlign w:val="bottom"/>
          </w:tcPr>
          <w:p w:rsidR="00E94FC9" w:rsidRPr="00E87D62" w:rsidRDefault="00E94FC9" w:rsidP="00AC5BE4">
            <w:pPr>
              <w:pStyle w:val="TableText"/>
            </w:pPr>
            <w:r w:rsidRPr="00E87D62">
              <w:t>255.255.255.0</w:t>
            </w:r>
          </w:p>
        </w:tc>
        <w:tc>
          <w:tcPr>
            <w:tcW w:w="1905" w:type="dxa"/>
            <w:vAlign w:val="bottom"/>
          </w:tcPr>
          <w:p w:rsidR="00E94FC9" w:rsidRPr="00E87D62" w:rsidRDefault="00E94FC9" w:rsidP="00AC5BE4">
            <w:pPr>
              <w:pStyle w:val="TableText"/>
            </w:pPr>
            <w:r w:rsidRPr="00E87D62">
              <w:t>N/A</w:t>
            </w:r>
          </w:p>
        </w:tc>
      </w:tr>
      <w:tr w:rsidR="00E94FC9" w:rsidTr="00017273">
        <w:trPr>
          <w:cantSplit/>
          <w:jc w:val="center"/>
        </w:trPr>
        <w:tc>
          <w:tcPr>
            <w:tcW w:w="1457" w:type="dxa"/>
            <w:vMerge/>
            <w:vAlign w:val="bottom"/>
          </w:tcPr>
          <w:p w:rsidR="00E94FC9" w:rsidRPr="00E87D62" w:rsidRDefault="00E94FC9" w:rsidP="00AC5BE4">
            <w:pPr>
              <w:pStyle w:val="TableText"/>
            </w:pPr>
          </w:p>
        </w:tc>
        <w:tc>
          <w:tcPr>
            <w:tcW w:w="1649" w:type="dxa"/>
            <w:vAlign w:val="bottom"/>
          </w:tcPr>
          <w:p w:rsidR="00E94FC9" w:rsidRPr="00E87D62" w:rsidRDefault="00E94FC9" w:rsidP="00AC5BE4">
            <w:pPr>
              <w:pStyle w:val="TableText"/>
            </w:pPr>
            <w:r>
              <w:t>S0/0/1</w:t>
            </w:r>
          </w:p>
        </w:tc>
        <w:tc>
          <w:tcPr>
            <w:tcW w:w="1732" w:type="dxa"/>
            <w:vAlign w:val="bottom"/>
          </w:tcPr>
          <w:p w:rsidR="00E94FC9" w:rsidRPr="00E87D62" w:rsidRDefault="00E94FC9" w:rsidP="00AC5BE4">
            <w:pPr>
              <w:pStyle w:val="TableText"/>
            </w:pPr>
            <w:r w:rsidRPr="00E87D62">
              <w:t>10.2.2.1</w:t>
            </w:r>
          </w:p>
        </w:tc>
        <w:tc>
          <w:tcPr>
            <w:tcW w:w="1797" w:type="dxa"/>
            <w:vAlign w:val="bottom"/>
          </w:tcPr>
          <w:p w:rsidR="00E94FC9" w:rsidRPr="00E87D62" w:rsidRDefault="00E94FC9" w:rsidP="00AC5BE4">
            <w:pPr>
              <w:pStyle w:val="TableText"/>
            </w:pPr>
            <w:r w:rsidRPr="00E87D62">
              <w:t>255.255.255.252</w:t>
            </w:r>
          </w:p>
        </w:tc>
        <w:tc>
          <w:tcPr>
            <w:tcW w:w="1905" w:type="dxa"/>
            <w:vAlign w:val="bottom"/>
          </w:tcPr>
          <w:p w:rsidR="00E94FC9" w:rsidRPr="00E87D62" w:rsidRDefault="00E94FC9" w:rsidP="00AC5BE4">
            <w:pPr>
              <w:pStyle w:val="TableText"/>
            </w:pPr>
            <w:r w:rsidRPr="00E87D62">
              <w:t>N/A</w:t>
            </w:r>
          </w:p>
        </w:tc>
      </w:tr>
      <w:tr w:rsidR="00E94FC9" w:rsidTr="00017273">
        <w:trPr>
          <w:cantSplit/>
          <w:jc w:val="center"/>
        </w:trPr>
        <w:tc>
          <w:tcPr>
            <w:tcW w:w="1457" w:type="dxa"/>
          </w:tcPr>
          <w:p w:rsidR="00E94FC9" w:rsidRPr="009D1903" w:rsidRDefault="00E94FC9" w:rsidP="00AC5BE4">
            <w:pPr>
              <w:pStyle w:val="TableText"/>
              <w:rPr>
                <w:lang w:val="pt-BR"/>
              </w:rPr>
            </w:pPr>
            <w:r w:rsidRPr="009D1903">
              <w:rPr>
                <w:lang w:val="pt-BR"/>
              </w:rPr>
              <w:t>ASA</w:t>
            </w:r>
          </w:p>
        </w:tc>
        <w:tc>
          <w:tcPr>
            <w:tcW w:w="1649" w:type="dxa"/>
          </w:tcPr>
          <w:p w:rsidR="00E94FC9" w:rsidRPr="009D1903" w:rsidRDefault="00E94FC9" w:rsidP="00AC5BE4">
            <w:pPr>
              <w:pStyle w:val="TableText"/>
              <w:rPr>
                <w:lang w:val="pt-BR"/>
              </w:rPr>
            </w:pPr>
            <w:r w:rsidRPr="009D1903">
              <w:rPr>
                <w:lang w:val="pt-BR"/>
              </w:rPr>
              <w:t>VLAN 1 (E0/1)</w:t>
            </w:r>
          </w:p>
        </w:tc>
        <w:tc>
          <w:tcPr>
            <w:tcW w:w="1732" w:type="dxa"/>
          </w:tcPr>
          <w:p w:rsidR="00E94FC9" w:rsidRPr="009D1903" w:rsidRDefault="00E94FC9" w:rsidP="00AC5BE4">
            <w:pPr>
              <w:pStyle w:val="TableText"/>
            </w:pPr>
            <w:r w:rsidRPr="009D1903">
              <w:t>192.168.1.1</w:t>
            </w:r>
          </w:p>
        </w:tc>
        <w:tc>
          <w:tcPr>
            <w:tcW w:w="1797" w:type="dxa"/>
          </w:tcPr>
          <w:p w:rsidR="00E94FC9" w:rsidRPr="009D1903" w:rsidRDefault="00E94FC9" w:rsidP="00AC5BE4">
            <w:pPr>
              <w:pStyle w:val="TableText"/>
            </w:pPr>
            <w:r w:rsidRPr="009D1903">
              <w:t>255.255.255.0</w:t>
            </w:r>
          </w:p>
        </w:tc>
        <w:tc>
          <w:tcPr>
            <w:tcW w:w="1905" w:type="dxa"/>
          </w:tcPr>
          <w:p w:rsidR="00E94FC9" w:rsidRPr="009D1903" w:rsidRDefault="00E94FC9" w:rsidP="00AC5BE4">
            <w:pPr>
              <w:pStyle w:val="TableText"/>
            </w:pPr>
            <w:r w:rsidRPr="009D1903">
              <w:t>NA</w:t>
            </w:r>
          </w:p>
        </w:tc>
      </w:tr>
      <w:tr w:rsidR="00E94FC9" w:rsidTr="00017273">
        <w:trPr>
          <w:cantSplit/>
          <w:jc w:val="center"/>
        </w:trPr>
        <w:tc>
          <w:tcPr>
            <w:tcW w:w="1457" w:type="dxa"/>
          </w:tcPr>
          <w:p w:rsidR="00E94FC9" w:rsidRPr="009D1903" w:rsidRDefault="00E94FC9" w:rsidP="00AC5BE4">
            <w:pPr>
              <w:pStyle w:val="TableText"/>
              <w:rPr>
                <w:lang w:val="pt-BR"/>
              </w:rPr>
            </w:pPr>
            <w:r w:rsidRPr="009D1903">
              <w:rPr>
                <w:lang w:val="pt-BR"/>
              </w:rPr>
              <w:t>ASA</w:t>
            </w:r>
          </w:p>
        </w:tc>
        <w:tc>
          <w:tcPr>
            <w:tcW w:w="1649" w:type="dxa"/>
          </w:tcPr>
          <w:p w:rsidR="00E94FC9" w:rsidRPr="009D1903" w:rsidRDefault="00E94FC9" w:rsidP="00AC5BE4">
            <w:pPr>
              <w:pStyle w:val="TableText"/>
              <w:rPr>
                <w:lang w:val="pt-BR"/>
              </w:rPr>
            </w:pPr>
            <w:r w:rsidRPr="009D1903">
              <w:rPr>
                <w:lang w:val="pt-BR"/>
              </w:rPr>
              <w:t>VLAN 2 (E0/0)</w:t>
            </w:r>
          </w:p>
        </w:tc>
        <w:tc>
          <w:tcPr>
            <w:tcW w:w="1732" w:type="dxa"/>
          </w:tcPr>
          <w:p w:rsidR="00E94FC9" w:rsidRPr="009D1903" w:rsidRDefault="00E94FC9" w:rsidP="00AC5BE4">
            <w:pPr>
              <w:pStyle w:val="TableText"/>
            </w:pPr>
            <w:r>
              <w:t>209.165.200.226</w:t>
            </w:r>
          </w:p>
        </w:tc>
        <w:tc>
          <w:tcPr>
            <w:tcW w:w="1797" w:type="dxa"/>
          </w:tcPr>
          <w:p w:rsidR="00E94FC9" w:rsidRPr="009D1903" w:rsidRDefault="00E94FC9" w:rsidP="00AC5BE4">
            <w:pPr>
              <w:pStyle w:val="TableText"/>
            </w:pPr>
            <w:r w:rsidRPr="009D1903">
              <w:t>255.255.255.248</w:t>
            </w:r>
          </w:p>
        </w:tc>
        <w:tc>
          <w:tcPr>
            <w:tcW w:w="1905" w:type="dxa"/>
          </w:tcPr>
          <w:p w:rsidR="00E94FC9" w:rsidRPr="009D1903" w:rsidRDefault="00E94FC9" w:rsidP="00AC5BE4">
            <w:pPr>
              <w:pStyle w:val="TableText"/>
            </w:pPr>
            <w:r w:rsidRPr="009D1903">
              <w:t>NA</w:t>
            </w:r>
          </w:p>
        </w:tc>
      </w:tr>
      <w:tr w:rsidR="00E94FC9" w:rsidTr="00017273">
        <w:trPr>
          <w:cantSplit/>
          <w:jc w:val="center"/>
        </w:trPr>
        <w:tc>
          <w:tcPr>
            <w:tcW w:w="1457" w:type="dxa"/>
          </w:tcPr>
          <w:p w:rsidR="00E94FC9" w:rsidRPr="009D1903" w:rsidRDefault="00E94FC9" w:rsidP="00AC5BE4">
            <w:pPr>
              <w:pStyle w:val="TableText"/>
              <w:rPr>
                <w:lang w:val="pt-BR"/>
              </w:rPr>
            </w:pPr>
            <w:r w:rsidRPr="009D1903">
              <w:rPr>
                <w:lang w:val="pt-BR"/>
              </w:rPr>
              <w:t>ASA</w:t>
            </w:r>
          </w:p>
        </w:tc>
        <w:tc>
          <w:tcPr>
            <w:tcW w:w="1649" w:type="dxa"/>
          </w:tcPr>
          <w:p w:rsidR="00E94FC9" w:rsidRPr="009D1903" w:rsidRDefault="00E94FC9" w:rsidP="00AC5BE4">
            <w:pPr>
              <w:pStyle w:val="TableText"/>
              <w:rPr>
                <w:lang w:val="pt-BR"/>
              </w:rPr>
            </w:pPr>
            <w:r w:rsidRPr="009D1903">
              <w:rPr>
                <w:lang w:val="pt-BR"/>
              </w:rPr>
              <w:t>VLAN 3 (E0/2)</w:t>
            </w:r>
          </w:p>
        </w:tc>
        <w:tc>
          <w:tcPr>
            <w:tcW w:w="1732" w:type="dxa"/>
          </w:tcPr>
          <w:p w:rsidR="00E94FC9" w:rsidRPr="009D1903" w:rsidRDefault="00E94FC9" w:rsidP="00AC5BE4">
            <w:pPr>
              <w:pStyle w:val="TableText"/>
            </w:pPr>
            <w:r w:rsidRPr="009D1903">
              <w:t>192.168.2.1</w:t>
            </w:r>
          </w:p>
        </w:tc>
        <w:tc>
          <w:tcPr>
            <w:tcW w:w="1797" w:type="dxa"/>
          </w:tcPr>
          <w:p w:rsidR="00E94FC9" w:rsidRPr="009D1903" w:rsidRDefault="00E94FC9" w:rsidP="00AC5BE4">
            <w:pPr>
              <w:pStyle w:val="TableText"/>
            </w:pPr>
            <w:r w:rsidRPr="009D1903">
              <w:t>255.255.255.0</w:t>
            </w:r>
          </w:p>
        </w:tc>
        <w:tc>
          <w:tcPr>
            <w:tcW w:w="1905" w:type="dxa"/>
          </w:tcPr>
          <w:p w:rsidR="00E94FC9" w:rsidRPr="009D1903" w:rsidRDefault="00E94FC9" w:rsidP="00AC5BE4">
            <w:pPr>
              <w:pStyle w:val="TableText"/>
            </w:pPr>
            <w:r w:rsidRPr="009D1903">
              <w:t>NA</w:t>
            </w:r>
          </w:p>
        </w:tc>
      </w:tr>
      <w:tr w:rsidR="00E94FC9" w:rsidTr="00017273">
        <w:trPr>
          <w:cantSplit/>
          <w:jc w:val="center"/>
        </w:trPr>
        <w:tc>
          <w:tcPr>
            <w:tcW w:w="1457" w:type="dxa"/>
          </w:tcPr>
          <w:p w:rsidR="00E94FC9" w:rsidRPr="009D1903" w:rsidRDefault="00E94FC9" w:rsidP="00AC5BE4">
            <w:pPr>
              <w:pStyle w:val="TableText"/>
              <w:rPr>
                <w:lang w:val="pt-BR"/>
              </w:rPr>
            </w:pPr>
            <w:r>
              <w:rPr>
                <w:lang w:val="pt-BR"/>
              </w:rPr>
              <w:t>DMZ Server</w:t>
            </w:r>
          </w:p>
        </w:tc>
        <w:tc>
          <w:tcPr>
            <w:tcW w:w="1649" w:type="dxa"/>
          </w:tcPr>
          <w:p w:rsidR="00E94FC9" w:rsidRPr="009D1903" w:rsidRDefault="00E94FC9" w:rsidP="00AC5BE4">
            <w:pPr>
              <w:pStyle w:val="TableText"/>
              <w:rPr>
                <w:lang w:val="pt-BR"/>
              </w:rPr>
            </w:pPr>
            <w:r w:rsidRPr="009D1903">
              <w:rPr>
                <w:lang w:val="pt-BR"/>
              </w:rPr>
              <w:t>NIC</w:t>
            </w:r>
          </w:p>
        </w:tc>
        <w:tc>
          <w:tcPr>
            <w:tcW w:w="1732" w:type="dxa"/>
          </w:tcPr>
          <w:p w:rsidR="00E94FC9" w:rsidRPr="009D1903" w:rsidRDefault="00E94FC9" w:rsidP="00AC5BE4">
            <w:pPr>
              <w:pStyle w:val="TableText"/>
            </w:pPr>
            <w:r w:rsidRPr="009D1903">
              <w:t>192.168.2.3</w:t>
            </w:r>
          </w:p>
        </w:tc>
        <w:tc>
          <w:tcPr>
            <w:tcW w:w="1797" w:type="dxa"/>
          </w:tcPr>
          <w:p w:rsidR="00E94FC9" w:rsidRPr="009D1903" w:rsidRDefault="00E94FC9" w:rsidP="00AC5BE4">
            <w:pPr>
              <w:pStyle w:val="TableText"/>
            </w:pPr>
            <w:r w:rsidRPr="009D1903">
              <w:t>255.255.255.0</w:t>
            </w:r>
          </w:p>
        </w:tc>
        <w:tc>
          <w:tcPr>
            <w:tcW w:w="1905" w:type="dxa"/>
          </w:tcPr>
          <w:p w:rsidR="00E94FC9" w:rsidRPr="009D1903" w:rsidRDefault="00E94FC9" w:rsidP="00AC5BE4">
            <w:pPr>
              <w:pStyle w:val="TableText"/>
              <w:rPr>
                <w:lang w:val="pt-BR"/>
              </w:rPr>
            </w:pPr>
            <w:r w:rsidRPr="009D1903">
              <w:t>192.168.2.1</w:t>
            </w:r>
          </w:p>
        </w:tc>
      </w:tr>
      <w:tr w:rsidR="00E94FC9" w:rsidTr="00017273">
        <w:trPr>
          <w:cantSplit/>
          <w:jc w:val="center"/>
        </w:trPr>
        <w:tc>
          <w:tcPr>
            <w:tcW w:w="1457" w:type="dxa"/>
          </w:tcPr>
          <w:p w:rsidR="00E94FC9" w:rsidRPr="009D1903" w:rsidRDefault="00E94FC9" w:rsidP="00AC5BE4">
            <w:pPr>
              <w:pStyle w:val="TableText"/>
              <w:rPr>
                <w:lang w:val="pt-BR"/>
              </w:rPr>
            </w:pPr>
            <w:r w:rsidRPr="009D1903">
              <w:rPr>
                <w:lang w:val="pt-BR"/>
              </w:rPr>
              <w:t>PC-B</w:t>
            </w:r>
          </w:p>
        </w:tc>
        <w:tc>
          <w:tcPr>
            <w:tcW w:w="1649" w:type="dxa"/>
          </w:tcPr>
          <w:p w:rsidR="00E94FC9" w:rsidRPr="009D1903" w:rsidRDefault="00E94FC9" w:rsidP="00AC5BE4">
            <w:pPr>
              <w:pStyle w:val="TableText"/>
              <w:rPr>
                <w:lang w:val="pt-BR"/>
              </w:rPr>
            </w:pPr>
            <w:r w:rsidRPr="009D1903">
              <w:rPr>
                <w:lang w:val="pt-BR"/>
              </w:rPr>
              <w:t>NIC</w:t>
            </w:r>
          </w:p>
        </w:tc>
        <w:tc>
          <w:tcPr>
            <w:tcW w:w="1732" w:type="dxa"/>
          </w:tcPr>
          <w:p w:rsidR="00E94FC9" w:rsidRPr="009D1903" w:rsidRDefault="00E94FC9" w:rsidP="00AC5BE4">
            <w:pPr>
              <w:pStyle w:val="TableText"/>
            </w:pPr>
            <w:r w:rsidRPr="009D1903">
              <w:t>192.168.1</w:t>
            </w:r>
            <w:r>
              <w:t>.3</w:t>
            </w:r>
          </w:p>
        </w:tc>
        <w:tc>
          <w:tcPr>
            <w:tcW w:w="1797" w:type="dxa"/>
          </w:tcPr>
          <w:p w:rsidR="00E94FC9" w:rsidRPr="009D1903" w:rsidRDefault="00E94FC9" w:rsidP="00AC5BE4">
            <w:pPr>
              <w:pStyle w:val="TableText"/>
            </w:pPr>
            <w:r w:rsidRPr="009D1903">
              <w:t>255.255.255.0</w:t>
            </w:r>
          </w:p>
        </w:tc>
        <w:tc>
          <w:tcPr>
            <w:tcW w:w="1905" w:type="dxa"/>
          </w:tcPr>
          <w:p w:rsidR="00E94FC9" w:rsidRPr="009D1903" w:rsidRDefault="00E94FC9" w:rsidP="00AC5BE4">
            <w:pPr>
              <w:pStyle w:val="TableText"/>
              <w:rPr>
                <w:lang w:val="pt-BR"/>
              </w:rPr>
            </w:pPr>
            <w:r w:rsidRPr="009D1903">
              <w:t>192.168.1.1</w:t>
            </w:r>
          </w:p>
        </w:tc>
      </w:tr>
      <w:tr w:rsidR="00E94FC9" w:rsidTr="00017273">
        <w:trPr>
          <w:cantSplit/>
          <w:jc w:val="center"/>
        </w:trPr>
        <w:tc>
          <w:tcPr>
            <w:tcW w:w="1457" w:type="dxa"/>
          </w:tcPr>
          <w:p w:rsidR="00E94FC9" w:rsidRPr="009D1903" w:rsidRDefault="00E94FC9" w:rsidP="00AC5BE4">
            <w:pPr>
              <w:pStyle w:val="TableText"/>
            </w:pPr>
            <w:r w:rsidRPr="009D1903">
              <w:t>PC-C</w:t>
            </w:r>
          </w:p>
        </w:tc>
        <w:tc>
          <w:tcPr>
            <w:tcW w:w="1649" w:type="dxa"/>
          </w:tcPr>
          <w:p w:rsidR="00E94FC9" w:rsidRPr="009D1903" w:rsidRDefault="00E94FC9" w:rsidP="00AC5BE4">
            <w:pPr>
              <w:pStyle w:val="TableText"/>
            </w:pPr>
            <w:r w:rsidRPr="009D1903">
              <w:t>NIC</w:t>
            </w:r>
          </w:p>
        </w:tc>
        <w:tc>
          <w:tcPr>
            <w:tcW w:w="1732" w:type="dxa"/>
          </w:tcPr>
          <w:p w:rsidR="00E94FC9" w:rsidRPr="009D1903" w:rsidRDefault="00E94FC9" w:rsidP="00AC5BE4">
            <w:pPr>
              <w:pStyle w:val="TableText"/>
            </w:pPr>
            <w:r w:rsidRPr="009D1903">
              <w:t>172.16.3.3</w:t>
            </w:r>
          </w:p>
        </w:tc>
        <w:tc>
          <w:tcPr>
            <w:tcW w:w="1797" w:type="dxa"/>
          </w:tcPr>
          <w:p w:rsidR="00E94FC9" w:rsidRPr="009D1903" w:rsidRDefault="00E94FC9" w:rsidP="00AC5BE4">
            <w:pPr>
              <w:pStyle w:val="TableText"/>
            </w:pPr>
            <w:r w:rsidRPr="009D1903">
              <w:t>255.255.255.0</w:t>
            </w:r>
          </w:p>
        </w:tc>
        <w:tc>
          <w:tcPr>
            <w:tcW w:w="1905" w:type="dxa"/>
          </w:tcPr>
          <w:p w:rsidR="00E94FC9" w:rsidRPr="009D1903" w:rsidRDefault="00E94FC9" w:rsidP="00AC5BE4">
            <w:pPr>
              <w:pStyle w:val="TableText"/>
            </w:pPr>
            <w:r w:rsidRPr="009D1903">
              <w:t>172.16.3.1</w:t>
            </w:r>
          </w:p>
        </w:tc>
      </w:tr>
    </w:tbl>
    <w:p w:rsidR="00E94FC9" w:rsidRPr="00BB73FF" w:rsidRDefault="00E94FC9" w:rsidP="00E94FC9">
      <w:pPr>
        <w:pStyle w:val="LabSection"/>
      </w:pPr>
      <w:r w:rsidRPr="00BB73FF">
        <w:t>Objective</w:t>
      </w:r>
      <w:r>
        <w:t>s</w:t>
      </w:r>
    </w:p>
    <w:p w:rsidR="00E94FC9" w:rsidRPr="00615867" w:rsidRDefault="00910920" w:rsidP="00615867">
      <w:pPr>
        <w:pStyle w:val="Bulletlevel1"/>
      </w:pPr>
      <w:r w:rsidRPr="00615867">
        <w:t xml:space="preserve">Verify </w:t>
      </w:r>
      <w:r w:rsidR="00627981">
        <w:t>c</w:t>
      </w:r>
      <w:r w:rsidRPr="00615867">
        <w:t xml:space="preserve">onnectivity and </w:t>
      </w:r>
      <w:r w:rsidR="00627981">
        <w:t>e</w:t>
      </w:r>
      <w:r w:rsidRPr="00615867">
        <w:t>xplore the ASA</w:t>
      </w:r>
    </w:p>
    <w:p w:rsidR="00E94FC9" w:rsidRPr="00615867" w:rsidRDefault="00674E02" w:rsidP="00615867">
      <w:pPr>
        <w:pStyle w:val="Bulletlevel1"/>
      </w:pPr>
      <w:r w:rsidRPr="00615867">
        <w:t>Configur</w:t>
      </w:r>
      <w:r>
        <w:t>e</w:t>
      </w:r>
      <w:r w:rsidRPr="00615867">
        <w:t xml:space="preserve"> </w:t>
      </w:r>
      <w:r w:rsidR="00627981">
        <w:t>b</w:t>
      </w:r>
      <w:r w:rsidR="00E94FC9" w:rsidRPr="00615867">
        <w:t xml:space="preserve">asic ASA </w:t>
      </w:r>
      <w:r w:rsidR="00627981">
        <w:t>s</w:t>
      </w:r>
      <w:r w:rsidR="00E94FC9" w:rsidRPr="00615867">
        <w:t xml:space="preserve">ettings and </w:t>
      </w:r>
      <w:r w:rsidR="00627981">
        <w:t>i</w:t>
      </w:r>
      <w:r w:rsidR="00E94FC9" w:rsidRPr="00615867">
        <w:t xml:space="preserve">nterface </w:t>
      </w:r>
      <w:r w:rsidR="00627981">
        <w:t>s</w:t>
      </w:r>
      <w:r w:rsidR="00E94FC9" w:rsidRPr="00615867">
        <w:t xml:space="preserve">ecurity </w:t>
      </w:r>
      <w:r w:rsidR="00627981">
        <w:t>l</w:t>
      </w:r>
      <w:r w:rsidR="00E94FC9" w:rsidRPr="00615867">
        <w:t xml:space="preserve">evels </w:t>
      </w:r>
      <w:r w:rsidR="00627981">
        <w:t>u</w:t>
      </w:r>
      <w:r w:rsidR="00E94FC9" w:rsidRPr="00615867">
        <w:t>sing</w:t>
      </w:r>
      <w:r>
        <w:t xml:space="preserve"> </w:t>
      </w:r>
      <w:r w:rsidR="00E94FC9" w:rsidRPr="00615867">
        <w:t>CLI</w:t>
      </w:r>
    </w:p>
    <w:p w:rsidR="00E94FC9" w:rsidRPr="00615867" w:rsidRDefault="00674E02" w:rsidP="00615867">
      <w:pPr>
        <w:pStyle w:val="Bulletlevel1"/>
      </w:pPr>
      <w:r w:rsidRPr="00615867">
        <w:t>Configur</w:t>
      </w:r>
      <w:r>
        <w:t>e</w:t>
      </w:r>
      <w:r w:rsidRPr="00615867">
        <w:t xml:space="preserve"> </w:t>
      </w:r>
      <w:r w:rsidR="00627981">
        <w:t>r</w:t>
      </w:r>
      <w:r w:rsidR="00E94FC9" w:rsidRPr="00615867">
        <w:t xml:space="preserve">outing, </w:t>
      </w:r>
      <w:r w:rsidR="00627981">
        <w:t>a</w:t>
      </w:r>
      <w:r w:rsidR="00E94FC9" w:rsidRPr="00615867">
        <w:t xml:space="preserve">ddress </w:t>
      </w:r>
      <w:r w:rsidR="00627981">
        <w:t>t</w:t>
      </w:r>
      <w:r w:rsidR="00E94FC9" w:rsidRPr="00615867">
        <w:t>ranslation</w:t>
      </w:r>
      <w:r>
        <w:t>,</w:t>
      </w:r>
      <w:r w:rsidR="00E94FC9" w:rsidRPr="00615867">
        <w:t xml:space="preserve"> and </w:t>
      </w:r>
      <w:r w:rsidR="00627981">
        <w:t>i</w:t>
      </w:r>
      <w:r w:rsidR="00E94FC9" w:rsidRPr="00615867">
        <w:t xml:space="preserve">nspection </w:t>
      </w:r>
      <w:r w:rsidR="00627981">
        <w:t>p</w:t>
      </w:r>
      <w:r w:rsidR="00E94FC9" w:rsidRPr="00615867">
        <w:t xml:space="preserve">olicy </w:t>
      </w:r>
      <w:r w:rsidR="00627981">
        <w:t>u</w:t>
      </w:r>
      <w:r w:rsidR="00E94FC9" w:rsidRPr="00615867">
        <w:t>sing CLI</w:t>
      </w:r>
    </w:p>
    <w:p w:rsidR="00E94FC9" w:rsidRPr="00615867" w:rsidRDefault="00674E02" w:rsidP="00615867">
      <w:pPr>
        <w:pStyle w:val="Bulletlevel1"/>
      </w:pPr>
      <w:r w:rsidRPr="00615867">
        <w:t>Configur</w:t>
      </w:r>
      <w:r>
        <w:t>e</w:t>
      </w:r>
      <w:r w:rsidRPr="00615867">
        <w:t xml:space="preserve"> </w:t>
      </w:r>
      <w:r w:rsidR="00E94FC9" w:rsidRPr="00615867">
        <w:t>DHCP, AAA, and SSH</w:t>
      </w:r>
    </w:p>
    <w:p w:rsidR="00E94FC9" w:rsidRPr="00615867" w:rsidRDefault="00674E02" w:rsidP="00615867">
      <w:pPr>
        <w:pStyle w:val="Bulletlevel1"/>
      </w:pPr>
      <w:r w:rsidRPr="00615867">
        <w:t>Configur</w:t>
      </w:r>
      <w:r>
        <w:t>e</w:t>
      </w:r>
      <w:r w:rsidRPr="00615867">
        <w:t xml:space="preserve"> </w:t>
      </w:r>
      <w:r w:rsidR="00E94FC9" w:rsidRPr="00615867">
        <w:t>a DMZ, Static NAT, and ACLs</w:t>
      </w:r>
    </w:p>
    <w:p w:rsidR="00E94FC9" w:rsidRPr="008402F2" w:rsidRDefault="00E94FC9" w:rsidP="00E94FC9">
      <w:pPr>
        <w:pStyle w:val="LabSection"/>
        <w:rPr>
          <w:rFonts w:eastAsia="Arial"/>
        </w:rPr>
      </w:pPr>
      <w:r>
        <w:t>Scenario</w:t>
      </w:r>
    </w:p>
    <w:p w:rsidR="00E94FC9" w:rsidRDefault="00E94FC9" w:rsidP="00E94FC9">
      <w:pPr>
        <w:pStyle w:val="BodyTextL25"/>
        <w:rPr>
          <w:bCs/>
          <w:color w:val="000000"/>
        </w:rPr>
      </w:pPr>
      <w:r>
        <w:t xml:space="preserve">Your company </w:t>
      </w:r>
      <w:r w:rsidRPr="004A0447">
        <w:t xml:space="preserve">has </w:t>
      </w:r>
      <w:r>
        <w:t xml:space="preserve">one </w:t>
      </w:r>
      <w:r w:rsidRPr="004A0447">
        <w:t xml:space="preserve">location connected </w:t>
      </w:r>
      <w:r>
        <w:t xml:space="preserve">to </w:t>
      </w:r>
      <w:r w:rsidRPr="004A0447">
        <w:t>an ISP.</w:t>
      </w:r>
      <w:r>
        <w:t xml:space="preserve"> R1 represents a CPE device managed by the ISP. R2 represents an intermediate Internet router. R3 represents an ISP that connects an administrator from a network management company, who has been hired to </w:t>
      </w:r>
      <w:r w:rsidR="00AD0788">
        <w:t xml:space="preserve">remotely </w:t>
      </w:r>
      <w:r>
        <w:t xml:space="preserve">manage your network. The ASA is an edge CPE security device that connects the internal corporate network and DMZ to the ISP while providing NAT and DHCP services to inside hosts. The ASA will be configured for management by an administrator on the internal network </w:t>
      </w:r>
      <w:r w:rsidR="00674E02">
        <w:t>and</w:t>
      </w:r>
      <w:r>
        <w:t xml:space="preserve"> by the remote administrator. </w:t>
      </w:r>
      <w:r>
        <w:rPr>
          <w:bCs/>
          <w:color w:val="000000"/>
        </w:rPr>
        <w:t>Layer 3 VLAN interfaces provide access to the three areas created in the activity: Inside, Outside</w:t>
      </w:r>
      <w:r w:rsidR="00674E02">
        <w:rPr>
          <w:bCs/>
          <w:color w:val="000000"/>
        </w:rPr>
        <w:t>,</w:t>
      </w:r>
      <w:r>
        <w:rPr>
          <w:bCs/>
          <w:color w:val="000000"/>
        </w:rPr>
        <w:t xml:space="preserve"> and DMZ. The ISP assigned the public IP address space of 209.165.200.224/29, which will be used for address translation on the ASA.</w:t>
      </w:r>
    </w:p>
    <w:p w:rsidR="00CB7C80" w:rsidRDefault="00CB7C80" w:rsidP="00CB7C80">
      <w:pPr>
        <w:pStyle w:val="BodyTextL25"/>
      </w:pPr>
      <w:r>
        <w:t>All router and switch devices have been preconfigured with the following:</w:t>
      </w:r>
    </w:p>
    <w:p w:rsidR="00CB7C80" w:rsidRPr="00B135C7" w:rsidRDefault="00CB7C80" w:rsidP="00CB7C80">
      <w:pPr>
        <w:pStyle w:val="Bulletlevel2"/>
        <w:numPr>
          <w:ilvl w:val="0"/>
          <w:numId w:val="7"/>
        </w:numPr>
        <w:ind w:left="1080"/>
      </w:pPr>
      <w:r>
        <w:t xml:space="preserve">Enable password: </w:t>
      </w:r>
      <w:r w:rsidRPr="003A3059">
        <w:rPr>
          <w:b/>
        </w:rPr>
        <w:t>ciscoenpa55</w:t>
      </w:r>
    </w:p>
    <w:p w:rsidR="00CB7C80" w:rsidRPr="00CB7C80" w:rsidRDefault="00CB7C80" w:rsidP="00CB7C80">
      <w:pPr>
        <w:pStyle w:val="Bulletlevel2"/>
        <w:numPr>
          <w:ilvl w:val="0"/>
          <w:numId w:val="7"/>
        </w:numPr>
        <w:ind w:left="1080"/>
      </w:pPr>
      <w:r>
        <w:t xml:space="preserve">Console password: </w:t>
      </w:r>
      <w:r w:rsidRPr="003A3059">
        <w:rPr>
          <w:b/>
        </w:rPr>
        <w:t>ciscoconpa55</w:t>
      </w:r>
    </w:p>
    <w:p w:rsidR="00CB7C80" w:rsidRPr="00CB7C80" w:rsidRDefault="00DD3CB6" w:rsidP="00CB7C80">
      <w:pPr>
        <w:pStyle w:val="Bulletlevel2"/>
        <w:numPr>
          <w:ilvl w:val="0"/>
          <w:numId w:val="7"/>
        </w:numPr>
        <w:ind w:left="1080"/>
      </w:pPr>
      <w:r>
        <w:t>Admin</w:t>
      </w:r>
      <w:r w:rsidR="00CB7C80">
        <w:t xml:space="preserve"> username and password: </w:t>
      </w:r>
      <w:r w:rsidR="00CB7C80" w:rsidRPr="00CB7C80">
        <w:rPr>
          <w:b/>
        </w:rPr>
        <w:t>admin</w:t>
      </w:r>
      <w:r w:rsidR="00CB7C80">
        <w:t>/</w:t>
      </w:r>
      <w:r>
        <w:rPr>
          <w:b/>
        </w:rPr>
        <w:t>admin</w:t>
      </w:r>
      <w:r w:rsidR="00CB7C80" w:rsidRPr="00CB7C80">
        <w:rPr>
          <w:b/>
        </w:rPr>
        <w:t>pa55</w:t>
      </w:r>
    </w:p>
    <w:p w:rsidR="00E94FC9" w:rsidRDefault="00E94FC9" w:rsidP="00E94FC9">
      <w:pPr>
        <w:pStyle w:val="BodyTextL25"/>
        <w:rPr>
          <w:bCs/>
          <w:color w:val="000000"/>
        </w:rPr>
      </w:pPr>
      <w:r w:rsidRPr="002B54C6">
        <w:rPr>
          <w:b/>
          <w:bCs/>
          <w:color w:val="000000"/>
        </w:rPr>
        <w:t>Note</w:t>
      </w:r>
      <w:r w:rsidR="00083F72" w:rsidRPr="00083F72">
        <w:rPr>
          <w:bCs/>
          <w:color w:val="000000"/>
        </w:rPr>
        <w:t>:</w:t>
      </w:r>
      <w:r>
        <w:rPr>
          <w:bCs/>
          <w:color w:val="000000"/>
        </w:rPr>
        <w:t xml:space="preserve"> This Packet Tracer activity is not a substitute for the ASA labs. This activity provides additional practice and simulates most of the ASA 5505 configurations. When compared to a real ASA 5505, there may be slight difference</w:t>
      </w:r>
      <w:r w:rsidR="00674E02">
        <w:rPr>
          <w:bCs/>
          <w:color w:val="000000"/>
        </w:rPr>
        <w:t>s</w:t>
      </w:r>
      <w:r>
        <w:rPr>
          <w:bCs/>
          <w:color w:val="000000"/>
        </w:rPr>
        <w:t xml:space="preserve"> in command output or commands that are not yet support</w:t>
      </w:r>
      <w:r w:rsidR="00674E02">
        <w:rPr>
          <w:bCs/>
          <w:color w:val="000000"/>
        </w:rPr>
        <w:t>ed</w:t>
      </w:r>
      <w:r>
        <w:rPr>
          <w:bCs/>
          <w:color w:val="000000"/>
        </w:rPr>
        <w:t xml:space="preserve"> in Packet Tracer.</w:t>
      </w:r>
    </w:p>
    <w:p w:rsidR="00E94FC9" w:rsidRDefault="00910920" w:rsidP="00E94FC9">
      <w:pPr>
        <w:pStyle w:val="PartHead"/>
      </w:pPr>
      <w:r>
        <w:t>Verify Connectivity and Explore the ASA</w:t>
      </w:r>
    </w:p>
    <w:p w:rsidR="00B619E4" w:rsidRPr="00B619E4" w:rsidRDefault="00B619E4" w:rsidP="00B619E4">
      <w:pPr>
        <w:pStyle w:val="BodyTextL25"/>
        <w:rPr>
          <w:b/>
          <w:bCs/>
          <w:color w:val="000000"/>
        </w:rPr>
      </w:pPr>
      <w:r w:rsidRPr="00B619E4">
        <w:rPr>
          <w:b/>
          <w:bCs/>
          <w:color w:val="000000"/>
        </w:rPr>
        <w:t>Note</w:t>
      </w:r>
      <w:r w:rsidRPr="00017273">
        <w:rPr>
          <w:bCs/>
          <w:color w:val="000000"/>
        </w:rPr>
        <w:t xml:space="preserve">: </w:t>
      </w:r>
      <w:r w:rsidRPr="00B619E4">
        <w:rPr>
          <w:bCs/>
          <w:color w:val="000000"/>
        </w:rPr>
        <w:t>This Packet Tracer activity starts</w:t>
      </w:r>
      <w:r w:rsidR="004A1BD0">
        <w:rPr>
          <w:bCs/>
          <w:color w:val="000000"/>
        </w:rPr>
        <w:t xml:space="preserve"> with</w:t>
      </w:r>
      <w:r w:rsidRPr="00B619E4">
        <w:rPr>
          <w:bCs/>
          <w:color w:val="000000"/>
        </w:rPr>
        <w:t xml:space="preserve"> </w:t>
      </w:r>
      <w:r w:rsidR="003108FD">
        <w:rPr>
          <w:bCs/>
          <w:color w:val="000000"/>
        </w:rPr>
        <w:t>20% of the a</w:t>
      </w:r>
      <w:r w:rsidR="00A4077B">
        <w:rPr>
          <w:bCs/>
          <w:color w:val="000000"/>
        </w:rPr>
        <w:t>ssessment i</w:t>
      </w:r>
      <w:r w:rsidRPr="00B619E4">
        <w:rPr>
          <w:bCs/>
          <w:color w:val="000000"/>
        </w:rPr>
        <w:t>tems marked as complete</w:t>
      </w:r>
      <w:r w:rsidR="00A4077B">
        <w:rPr>
          <w:bCs/>
          <w:color w:val="000000"/>
        </w:rPr>
        <w:t>.</w:t>
      </w:r>
      <w:r w:rsidR="00EA00D5">
        <w:rPr>
          <w:bCs/>
          <w:color w:val="000000"/>
        </w:rPr>
        <w:t xml:space="preserve"> This is to ensure that you do not inadvertently change some ASA default values. </w:t>
      </w:r>
      <w:r w:rsidR="00EA00D5" w:rsidRPr="00EA00D5">
        <w:rPr>
          <w:rFonts w:cs="Arial"/>
          <w:color w:val="000000"/>
          <w:szCs w:val="20"/>
        </w:rPr>
        <w:t>For example, the default n</w:t>
      </w:r>
      <w:r w:rsidR="00EA00D5">
        <w:rPr>
          <w:rFonts w:cs="Arial"/>
          <w:color w:val="000000"/>
          <w:szCs w:val="20"/>
        </w:rPr>
        <w:t>ame of the inside interface is “</w:t>
      </w:r>
      <w:r w:rsidR="00EA00D5" w:rsidRPr="00EA00D5">
        <w:rPr>
          <w:rFonts w:cs="Arial"/>
          <w:color w:val="000000"/>
          <w:szCs w:val="20"/>
        </w:rPr>
        <w:t>inside</w:t>
      </w:r>
      <w:r w:rsidR="00EA00D5">
        <w:rPr>
          <w:rFonts w:cs="Arial"/>
          <w:color w:val="000000"/>
          <w:szCs w:val="20"/>
        </w:rPr>
        <w:t>”</w:t>
      </w:r>
      <w:r w:rsidR="00EA00D5" w:rsidRPr="00EA00D5">
        <w:rPr>
          <w:rFonts w:cs="Arial"/>
          <w:color w:val="000000"/>
          <w:szCs w:val="20"/>
        </w:rPr>
        <w:t xml:space="preserve"> an</w:t>
      </w:r>
      <w:r w:rsidR="00EA00D5">
        <w:rPr>
          <w:rFonts w:cs="Arial"/>
          <w:color w:val="000000"/>
          <w:szCs w:val="20"/>
        </w:rPr>
        <w:t xml:space="preserve">d should not be changed. Click </w:t>
      </w:r>
      <w:r w:rsidR="00EA00D5" w:rsidRPr="00EA00D5">
        <w:rPr>
          <w:rFonts w:cs="Arial"/>
          <w:b/>
          <w:color w:val="000000"/>
          <w:szCs w:val="20"/>
        </w:rPr>
        <w:t>Check Results</w:t>
      </w:r>
      <w:r w:rsidR="00EA00D5" w:rsidRPr="00EA00D5">
        <w:rPr>
          <w:rFonts w:cs="Arial"/>
          <w:color w:val="000000"/>
          <w:szCs w:val="20"/>
        </w:rPr>
        <w:t xml:space="preserve"> to see which assessment items are already scored as correct.</w:t>
      </w:r>
    </w:p>
    <w:p w:rsidR="00E94FC9" w:rsidRDefault="00E94FC9" w:rsidP="00E94FC9">
      <w:pPr>
        <w:pStyle w:val="StepHead"/>
      </w:pPr>
      <w:r w:rsidRPr="001F4F1B">
        <w:t>Verify connectivity</w:t>
      </w:r>
      <w:r>
        <w:t>.</w:t>
      </w:r>
    </w:p>
    <w:p w:rsidR="00E94FC9" w:rsidRPr="007E4125" w:rsidRDefault="00E94FC9" w:rsidP="00E94FC9">
      <w:pPr>
        <w:pStyle w:val="BodyTextL25"/>
      </w:pPr>
      <w:r>
        <w:t xml:space="preserve">The </w:t>
      </w:r>
      <w:r w:rsidR="00083F72" w:rsidRPr="00207FD5">
        <w:t>ASA</w:t>
      </w:r>
      <w:r>
        <w:t xml:space="preserve"> is </w:t>
      </w:r>
      <w:r w:rsidR="00AD0788">
        <w:t xml:space="preserve">not </w:t>
      </w:r>
      <w:r>
        <w:t xml:space="preserve">currently configured. However, all routers, PCs, and the DMZ </w:t>
      </w:r>
      <w:r w:rsidR="00AD0788">
        <w:t>s</w:t>
      </w:r>
      <w:r>
        <w:t xml:space="preserve">erver are configured. Verify that </w:t>
      </w:r>
      <w:r w:rsidR="00083F72" w:rsidRPr="00207FD5">
        <w:t>PC-C</w:t>
      </w:r>
      <w:r w:rsidRPr="00D74A7A">
        <w:t xml:space="preserve"> </w:t>
      </w:r>
      <w:r>
        <w:t>can</w:t>
      </w:r>
      <w:r w:rsidRPr="00D74A7A">
        <w:t xml:space="preserve"> ping </w:t>
      </w:r>
      <w:r>
        <w:t xml:space="preserve">any router interface. </w:t>
      </w:r>
      <w:r w:rsidR="00083F72" w:rsidRPr="00207FD5">
        <w:t>PC-C</w:t>
      </w:r>
      <w:r>
        <w:t xml:space="preserve"> is </w:t>
      </w:r>
      <w:r w:rsidR="00674E02">
        <w:t>una</w:t>
      </w:r>
      <w:r>
        <w:t xml:space="preserve">ble to ping the </w:t>
      </w:r>
      <w:r w:rsidR="00083F72" w:rsidRPr="00207FD5">
        <w:t>ASA</w:t>
      </w:r>
      <w:r w:rsidRPr="00AD0788">
        <w:t xml:space="preserve">, </w:t>
      </w:r>
      <w:r w:rsidR="00083F72" w:rsidRPr="00207FD5">
        <w:t>PC-B</w:t>
      </w:r>
      <w:r w:rsidRPr="00AD0788">
        <w:t xml:space="preserve">, or the </w:t>
      </w:r>
      <w:r w:rsidR="00083F72" w:rsidRPr="00207FD5">
        <w:t>DMZ</w:t>
      </w:r>
      <w:r>
        <w:t xml:space="preserve"> </w:t>
      </w:r>
      <w:r w:rsidR="00AD0788">
        <w:t>s</w:t>
      </w:r>
      <w:r>
        <w:t>erver.</w:t>
      </w:r>
    </w:p>
    <w:p w:rsidR="00E94FC9" w:rsidRPr="001F4F1B" w:rsidRDefault="00E94FC9" w:rsidP="00E94FC9">
      <w:pPr>
        <w:pStyle w:val="StepHead"/>
      </w:pPr>
      <w:r>
        <w:t>Determine the ASA version, interfaces, and license.</w:t>
      </w:r>
    </w:p>
    <w:p w:rsidR="00E94FC9" w:rsidRDefault="00E94FC9" w:rsidP="00E94FC9">
      <w:pPr>
        <w:pStyle w:val="BodyTextL25"/>
      </w:pPr>
      <w:r>
        <w:t xml:space="preserve">Use the </w:t>
      </w:r>
      <w:r w:rsidRPr="00CC7F68">
        <w:rPr>
          <w:b/>
        </w:rPr>
        <w:t>show version</w:t>
      </w:r>
      <w:r>
        <w:t xml:space="preserve"> command to determine various aspects of this ASA device.</w:t>
      </w:r>
    </w:p>
    <w:p w:rsidR="00E94FC9" w:rsidRPr="001F4F1B" w:rsidRDefault="00E94FC9" w:rsidP="00E94FC9">
      <w:pPr>
        <w:pStyle w:val="StepHead"/>
      </w:pPr>
      <w:r>
        <w:t>Determine the file system and contents of flash memory.</w:t>
      </w:r>
    </w:p>
    <w:p w:rsidR="00910920" w:rsidRDefault="00910920" w:rsidP="00E94FC9">
      <w:pPr>
        <w:pStyle w:val="SubStepAlpha"/>
      </w:pPr>
      <w:r>
        <w:t xml:space="preserve">Enter privileged EXEC mode. </w:t>
      </w:r>
      <w:r w:rsidR="00AD0788">
        <w:t>A</w:t>
      </w:r>
      <w:r>
        <w:t xml:space="preserve"> password </w:t>
      </w:r>
      <w:r w:rsidR="00AD0788">
        <w:t>has not been</w:t>
      </w:r>
      <w:r>
        <w:t xml:space="preserve"> set</w:t>
      </w:r>
      <w:r w:rsidR="00E10068">
        <w:t>.</w:t>
      </w:r>
      <w:r>
        <w:t xml:space="preserve"> </w:t>
      </w:r>
      <w:r w:rsidR="00E10068">
        <w:t>P</w:t>
      </w:r>
      <w:r>
        <w:t xml:space="preserve">ress </w:t>
      </w:r>
      <w:r>
        <w:rPr>
          <w:b/>
        </w:rPr>
        <w:t>Enter</w:t>
      </w:r>
      <w:r w:rsidRPr="00017273">
        <w:t xml:space="preserve"> </w:t>
      </w:r>
      <w:r>
        <w:t xml:space="preserve">when </w:t>
      </w:r>
      <w:r w:rsidR="00674E02">
        <w:t xml:space="preserve">prompted </w:t>
      </w:r>
      <w:r>
        <w:t>for a password.</w:t>
      </w:r>
    </w:p>
    <w:p w:rsidR="00E94FC9" w:rsidRDefault="00674E02" w:rsidP="00E94FC9">
      <w:pPr>
        <w:pStyle w:val="SubStepAlpha"/>
      </w:pPr>
      <w:r>
        <w:t xml:space="preserve">Use the </w:t>
      </w:r>
      <w:r w:rsidRPr="00795C47">
        <w:rPr>
          <w:b/>
        </w:rPr>
        <w:t>show file system</w:t>
      </w:r>
      <w:r>
        <w:t xml:space="preserve"> command to d</w:t>
      </w:r>
      <w:r w:rsidR="00E94FC9">
        <w:t xml:space="preserve">isplay the ASA file system </w:t>
      </w:r>
      <w:r>
        <w:t>and</w:t>
      </w:r>
      <w:r w:rsidR="00E94FC9">
        <w:t xml:space="preserve"> determine wh</w:t>
      </w:r>
      <w:r w:rsidR="00AD0788">
        <w:t>ich</w:t>
      </w:r>
      <w:r w:rsidR="00E94FC9">
        <w:t xml:space="preserve"> prefixes are supported.</w:t>
      </w:r>
    </w:p>
    <w:p w:rsidR="00E94FC9" w:rsidRDefault="00674E02" w:rsidP="00E94FC9">
      <w:pPr>
        <w:pStyle w:val="SubStepAlpha"/>
      </w:pPr>
      <w:r>
        <w:t xml:space="preserve">Use the </w:t>
      </w:r>
      <w:r w:rsidRPr="00CC7F68">
        <w:rPr>
          <w:b/>
        </w:rPr>
        <w:t>show flash</w:t>
      </w:r>
      <w:r>
        <w:rPr>
          <w:b/>
        </w:rPr>
        <w:t>:</w:t>
      </w:r>
      <w:r>
        <w:t xml:space="preserve"> or</w:t>
      </w:r>
      <w:r w:rsidRPr="00CC7F68">
        <w:t xml:space="preserve"> </w:t>
      </w:r>
      <w:r w:rsidRPr="00CC7F68">
        <w:rPr>
          <w:b/>
        </w:rPr>
        <w:t>show disk0</w:t>
      </w:r>
      <w:r>
        <w:rPr>
          <w:b/>
        </w:rPr>
        <w:t>:</w:t>
      </w:r>
      <w:r>
        <w:t xml:space="preserve"> command to d</w:t>
      </w:r>
      <w:r w:rsidR="00E94FC9">
        <w:t>isplay the contents of flash memory</w:t>
      </w:r>
      <w:r w:rsidR="00910920">
        <w:t>.</w:t>
      </w:r>
    </w:p>
    <w:p w:rsidR="00E94FC9" w:rsidRDefault="00674E02" w:rsidP="00E94FC9">
      <w:pPr>
        <w:pStyle w:val="PartHead"/>
      </w:pPr>
      <w:r w:rsidRPr="002353FE">
        <w:t>Configur</w:t>
      </w:r>
      <w:r>
        <w:t>e</w:t>
      </w:r>
      <w:r w:rsidRPr="002353FE">
        <w:t xml:space="preserve"> </w:t>
      </w:r>
      <w:r w:rsidR="00E94FC9" w:rsidRPr="002353FE">
        <w:t>ASA Settings and Interface Security Using the CLI</w:t>
      </w:r>
    </w:p>
    <w:p w:rsidR="00E94FC9" w:rsidRDefault="00E94FC9" w:rsidP="00E94FC9">
      <w:pPr>
        <w:pStyle w:val="BodyTextL25"/>
      </w:pPr>
      <w:r w:rsidRPr="00D80C4B">
        <w:rPr>
          <w:b/>
        </w:rPr>
        <w:t>Tip</w:t>
      </w:r>
      <w:r w:rsidRPr="003B74A8">
        <w:t>:</w:t>
      </w:r>
      <w:r>
        <w:t xml:space="preserve"> </w:t>
      </w:r>
      <w:r w:rsidR="00AD0788">
        <w:t>M</w:t>
      </w:r>
      <w:r w:rsidRPr="00081421">
        <w:t>any ASA CLI commands are similar to</w:t>
      </w:r>
      <w:r w:rsidR="00674E02">
        <w:t>,</w:t>
      </w:r>
      <w:r w:rsidRPr="00081421">
        <w:t xml:space="preserve"> if not the same</w:t>
      </w:r>
      <w:r w:rsidR="00674E02">
        <w:t>,</w:t>
      </w:r>
      <w:r w:rsidRPr="00081421">
        <w:t xml:space="preserve"> as those used with</w:t>
      </w:r>
      <w:r>
        <w:t xml:space="preserve"> </w:t>
      </w:r>
      <w:r w:rsidR="00674E02">
        <w:t xml:space="preserve">the </w:t>
      </w:r>
      <w:r>
        <w:t xml:space="preserve">Cisco IOS CLI. In addition, </w:t>
      </w:r>
      <w:r w:rsidR="00AD0788">
        <w:t xml:space="preserve">the process of </w:t>
      </w:r>
      <w:r>
        <w:t>moving between configuration modes and submodes is essentially the same.</w:t>
      </w:r>
    </w:p>
    <w:p w:rsidR="00E94FC9" w:rsidRPr="00FE1BA8" w:rsidRDefault="00E94FC9" w:rsidP="00E94FC9">
      <w:pPr>
        <w:pStyle w:val="StepHead"/>
      </w:pPr>
      <w:r w:rsidRPr="00081421">
        <w:t>Configure the hostname and domain name.</w:t>
      </w:r>
    </w:p>
    <w:p w:rsidR="00E94FC9" w:rsidRDefault="00E94FC9" w:rsidP="00E94FC9">
      <w:pPr>
        <w:pStyle w:val="SubStepAlpha"/>
      </w:pPr>
      <w:r>
        <w:t xml:space="preserve">Configure the ASA hostname as </w:t>
      </w:r>
      <w:r w:rsidRPr="000967EE">
        <w:rPr>
          <w:b/>
        </w:rPr>
        <w:t>CCNAS-ASA</w:t>
      </w:r>
      <w:r>
        <w:t>.</w:t>
      </w:r>
    </w:p>
    <w:p w:rsidR="00E94FC9" w:rsidRPr="003B74A8" w:rsidRDefault="00E94FC9" w:rsidP="00E94FC9">
      <w:pPr>
        <w:pStyle w:val="SubStepAlpha"/>
      </w:pPr>
      <w:r>
        <w:t xml:space="preserve">Configure the domain name as </w:t>
      </w:r>
      <w:r w:rsidRPr="000967EE">
        <w:rPr>
          <w:b/>
        </w:rPr>
        <w:t>ccnasecurity.com</w:t>
      </w:r>
      <w:r w:rsidRPr="003B74A8">
        <w:t>.</w:t>
      </w:r>
    </w:p>
    <w:p w:rsidR="00E94FC9" w:rsidRPr="00081421" w:rsidRDefault="00E94FC9" w:rsidP="00E94FC9">
      <w:pPr>
        <w:pStyle w:val="StepHead"/>
      </w:pPr>
      <w:r w:rsidRPr="00081421">
        <w:t xml:space="preserve">Configure the </w:t>
      </w:r>
      <w:r>
        <w:t>e</w:t>
      </w:r>
      <w:r w:rsidRPr="00081421">
        <w:t>nable mo</w:t>
      </w:r>
      <w:r w:rsidR="00510CAD">
        <w:t>de password</w:t>
      </w:r>
      <w:r>
        <w:t>.</w:t>
      </w:r>
    </w:p>
    <w:p w:rsidR="00E94FC9" w:rsidRPr="00081421" w:rsidRDefault="00674E02" w:rsidP="00510CAD">
      <w:pPr>
        <w:pStyle w:val="BodyTextL25"/>
      </w:pPr>
      <w:r>
        <w:t xml:space="preserve">Use the </w:t>
      </w:r>
      <w:r w:rsidRPr="003B74A8">
        <w:rPr>
          <w:b/>
        </w:rPr>
        <w:t>enable password</w:t>
      </w:r>
      <w:r w:rsidRPr="00795C47">
        <w:t xml:space="preserve"> command</w:t>
      </w:r>
      <w:r>
        <w:t xml:space="preserve"> to c</w:t>
      </w:r>
      <w:r w:rsidR="00E94FC9">
        <w:t xml:space="preserve">hange </w:t>
      </w:r>
      <w:r w:rsidR="00E94FC9" w:rsidRPr="00081421">
        <w:t xml:space="preserve">the </w:t>
      </w:r>
      <w:r w:rsidR="00E94FC9">
        <w:t>p</w:t>
      </w:r>
      <w:r w:rsidR="00E94FC9" w:rsidRPr="00081421">
        <w:t xml:space="preserve">rivileged EXEC mode password </w:t>
      </w:r>
      <w:r w:rsidR="00E94FC9">
        <w:t xml:space="preserve">to </w:t>
      </w:r>
      <w:r w:rsidR="00CB7C80" w:rsidRPr="00A35157">
        <w:rPr>
          <w:b/>
        </w:rPr>
        <w:t>ciscoenpa55</w:t>
      </w:r>
      <w:r w:rsidR="00E94FC9">
        <w:t>.</w:t>
      </w:r>
    </w:p>
    <w:p w:rsidR="00E94FC9" w:rsidRPr="00FE1BA8" w:rsidRDefault="00E94FC9" w:rsidP="00E94FC9">
      <w:pPr>
        <w:pStyle w:val="StepHead"/>
      </w:pPr>
      <w:r>
        <w:t>Set the date and time.</w:t>
      </w:r>
    </w:p>
    <w:p w:rsidR="00E94FC9" w:rsidRPr="00081421" w:rsidRDefault="00674E02" w:rsidP="00E94FC9">
      <w:pPr>
        <w:pStyle w:val="BodyTextL25"/>
      </w:pPr>
      <w:r>
        <w:t>U</w:t>
      </w:r>
      <w:r w:rsidRPr="00081421">
        <w:t>s</w:t>
      </w:r>
      <w:r>
        <w:t>e</w:t>
      </w:r>
      <w:r w:rsidRPr="00081421">
        <w:t xml:space="preserve"> the </w:t>
      </w:r>
      <w:r w:rsidRPr="003B74A8">
        <w:rPr>
          <w:b/>
        </w:rPr>
        <w:t>clock set</w:t>
      </w:r>
      <w:r>
        <w:t xml:space="preserve"> command to manually set the date and time (</w:t>
      </w:r>
      <w:r w:rsidR="00AD0788">
        <w:t>this step is</w:t>
      </w:r>
      <w:r w:rsidR="00E94FC9">
        <w:t xml:space="preserve"> not scored</w:t>
      </w:r>
      <w:r>
        <w:t>)</w:t>
      </w:r>
      <w:r w:rsidR="00795C47">
        <w:t>.</w:t>
      </w:r>
    </w:p>
    <w:p w:rsidR="00E94FC9" w:rsidRPr="00FE1BA8" w:rsidRDefault="00E94FC9" w:rsidP="00E94FC9">
      <w:pPr>
        <w:pStyle w:val="StepHead"/>
      </w:pPr>
      <w:r>
        <w:t>Configure the inside and outside interfaces.</w:t>
      </w:r>
    </w:p>
    <w:p w:rsidR="00E94FC9" w:rsidRDefault="00E94FC9" w:rsidP="00E94FC9">
      <w:pPr>
        <w:pStyle w:val="BodyTextL25"/>
      </w:pPr>
      <w:r>
        <w:t>You will only configure the VLAN 1 (inside) and VLAN 2 (outside) interfaces at this time. The VLAN 3 (dmz) interface will be configured in Pa</w:t>
      </w:r>
      <w:r w:rsidR="009D6DA8">
        <w:t>rt 5</w:t>
      </w:r>
      <w:r>
        <w:t xml:space="preserve"> of the activity.</w:t>
      </w:r>
    </w:p>
    <w:p w:rsidR="00E94FC9" w:rsidRPr="007B3D48" w:rsidRDefault="00E94FC9" w:rsidP="00E94FC9">
      <w:pPr>
        <w:pStyle w:val="SubStepAlpha"/>
        <w:rPr>
          <w:rFonts w:cs="Arial"/>
          <w:color w:val="000000"/>
          <w:sz w:val="19"/>
          <w:szCs w:val="19"/>
        </w:rPr>
      </w:pPr>
      <w:r>
        <w:t xml:space="preserve">Configure a logical VLAN 1 interface for the inside network </w:t>
      </w:r>
      <w:r w:rsidR="00AD0788">
        <w:t>(</w:t>
      </w:r>
      <w:r>
        <w:t>192.168.1.0/24</w:t>
      </w:r>
      <w:r w:rsidR="00AD0788">
        <w:t>)</w:t>
      </w:r>
      <w:r>
        <w:t xml:space="preserve"> and set the security level to the highest setting of 100.</w:t>
      </w:r>
    </w:p>
    <w:p w:rsidR="00E94FC9" w:rsidRPr="005C2CB7" w:rsidRDefault="00E94FC9" w:rsidP="00E94FC9">
      <w:pPr>
        <w:pStyle w:val="CMD"/>
        <w:rPr>
          <w:lang w:val="it-IT"/>
        </w:rPr>
      </w:pPr>
      <w:r w:rsidRPr="005C2CB7">
        <w:rPr>
          <w:lang w:val="it-IT"/>
        </w:rPr>
        <w:t xml:space="preserve">CCNAS-ASA(config)# </w:t>
      </w:r>
      <w:r w:rsidRPr="005C2CB7">
        <w:rPr>
          <w:b/>
          <w:lang w:val="it-IT"/>
        </w:rPr>
        <w:t>interface vlan 1</w:t>
      </w:r>
    </w:p>
    <w:p w:rsidR="00E94FC9" w:rsidRDefault="00E94FC9" w:rsidP="00E94FC9">
      <w:pPr>
        <w:pStyle w:val="CMD"/>
      </w:pPr>
      <w:r w:rsidRPr="007B3D48">
        <w:t xml:space="preserve">CCNAS-ASA(config-if)# </w:t>
      </w:r>
      <w:r w:rsidRPr="006105E6">
        <w:rPr>
          <w:b/>
        </w:rPr>
        <w:t>nameif inside</w:t>
      </w:r>
    </w:p>
    <w:p w:rsidR="00E94FC9" w:rsidRDefault="00E94FC9" w:rsidP="00E94FC9">
      <w:pPr>
        <w:pStyle w:val="CMD"/>
      </w:pPr>
      <w:r w:rsidRPr="007B3D48">
        <w:t xml:space="preserve">CCNAS-ASA(config-if)# </w:t>
      </w:r>
      <w:r w:rsidRPr="006105E6">
        <w:rPr>
          <w:b/>
        </w:rPr>
        <w:t>ip address 192.168.1.1 255.255.255.0</w:t>
      </w:r>
    </w:p>
    <w:p w:rsidR="00E94FC9" w:rsidRPr="00894B90" w:rsidRDefault="00E94FC9" w:rsidP="00E94FC9">
      <w:pPr>
        <w:pStyle w:val="CMD"/>
      </w:pPr>
      <w:r w:rsidRPr="009C569C">
        <w:t xml:space="preserve">CCNAS-ASA(config-if)# </w:t>
      </w:r>
      <w:r w:rsidRPr="006105E6">
        <w:rPr>
          <w:b/>
        </w:rPr>
        <w:t xml:space="preserve">security-level </w:t>
      </w:r>
      <w:r w:rsidRPr="009A5D16">
        <w:rPr>
          <w:b/>
        </w:rPr>
        <w:t>100</w:t>
      </w:r>
    </w:p>
    <w:p w:rsidR="00E94FC9" w:rsidRPr="009C569C" w:rsidRDefault="00E94FC9" w:rsidP="00E94FC9">
      <w:pPr>
        <w:pStyle w:val="SubStepAlpha"/>
        <w:rPr>
          <w:rFonts w:cs="Arial"/>
          <w:color w:val="000000"/>
          <w:sz w:val="19"/>
          <w:szCs w:val="19"/>
        </w:rPr>
      </w:pPr>
      <w:r w:rsidRPr="009C569C">
        <w:t xml:space="preserve">Create a logical VLAN 2 interface for the outside network </w:t>
      </w:r>
      <w:r w:rsidR="00B2671C">
        <w:t>(</w:t>
      </w:r>
      <w:r w:rsidRPr="009C569C">
        <w:t>209.165.200.224/29</w:t>
      </w:r>
      <w:r w:rsidR="00B2671C">
        <w:t>)</w:t>
      </w:r>
      <w:r w:rsidRPr="009C569C">
        <w:t>, set the security level to the lowest setting of 0</w:t>
      </w:r>
      <w:r w:rsidR="00674E02">
        <w:t>,</w:t>
      </w:r>
      <w:r w:rsidRPr="009C569C">
        <w:t xml:space="preserve"> and </w:t>
      </w:r>
      <w:r w:rsidR="00DD17B1">
        <w:t>enable</w:t>
      </w:r>
      <w:r w:rsidRPr="009C569C">
        <w:t xml:space="preserve"> the VLAN 2 interface.</w:t>
      </w:r>
    </w:p>
    <w:p w:rsidR="00E94FC9" w:rsidRPr="009C569C" w:rsidRDefault="00E94FC9" w:rsidP="00E94FC9">
      <w:pPr>
        <w:pStyle w:val="CMD"/>
      </w:pPr>
      <w:r w:rsidRPr="009C569C">
        <w:t xml:space="preserve">CCNAS-ASA(config-if)# </w:t>
      </w:r>
      <w:r w:rsidRPr="006105E6">
        <w:rPr>
          <w:b/>
        </w:rPr>
        <w:t>interface vlan 2</w:t>
      </w:r>
    </w:p>
    <w:p w:rsidR="00E94FC9" w:rsidRDefault="00E94FC9" w:rsidP="00E94FC9">
      <w:pPr>
        <w:pStyle w:val="CMD"/>
      </w:pPr>
      <w:r w:rsidRPr="009C569C">
        <w:t xml:space="preserve">CCNAS-ASA(config-if)# </w:t>
      </w:r>
      <w:r w:rsidRPr="006105E6">
        <w:rPr>
          <w:b/>
        </w:rPr>
        <w:t>nameif outside</w:t>
      </w:r>
    </w:p>
    <w:p w:rsidR="00E94FC9" w:rsidRDefault="00E94FC9" w:rsidP="00E94FC9">
      <w:pPr>
        <w:pStyle w:val="CMD"/>
        <w:rPr>
          <w:b/>
        </w:rPr>
      </w:pPr>
      <w:r w:rsidRPr="009C569C">
        <w:t xml:space="preserve">CCNAS-ASA(config-if)# </w:t>
      </w:r>
      <w:r w:rsidRPr="006105E6">
        <w:rPr>
          <w:b/>
        </w:rPr>
        <w:t>ip address 209.165.200.226 255.255.255.248</w:t>
      </w:r>
    </w:p>
    <w:p w:rsidR="00E94FC9" w:rsidRPr="009C569C" w:rsidRDefault="00E94FC9" w:rsidP="00E94FC9">
      <w:pPr>
        <w:pStyle w:val="CMD"/>
      </w:pPr>
      <w:r w:rsidRPr="009C569C">
        <w:t xml:space="preserve">CCNAS-ASA(config-if)# </w:t>
      </w:r>
      <w:r w:rsidRPr="006105E6">
        <w:rPr>
          <w:b/>
        </w:rPr>
        <w:t>security-level</w:t>
      </w:r>
      <w:r>
        <w:rPr>
          <w:b/>
        </w:rPr>
        <w:t xml:space="preserve"> 0</w:t>
      </w:r>
    </w:p>
    <w:p w:rsidR="00E94FC9" w:rsidRPr="002B54C6" w:rsidRDefault="00E94FC9" w:rsidP="00E94FC9">
      <w:pPr>
        <w:pStyle w:val="SubStepAlpha"/>
        <w:rPr>
          <w:color w:val="000000"/>
          <w:sz w:val="19"/>
          <w:szCs w:val="19"/>
        </w:rPr>
      </w:pPr>
      <w:r>
        <w:rPr>
          <w:color w:val="000000"/>
          <w:sz w:val="19"/>
          <w:szCs w:val="19"/>
        </w:rPr>
        <w:t>Use the following verification commands to check your configurations:</w:t>
      </w:r>
    </w:p>
    <w:p w:rsidR="00E94FC9" w:rsidRPr="006105E6" w:rsidRDefault="00674E02" w:rsidP="00E94FC9">
      <w:pPr>
        <w:pStyle w:val="SubStepNum"/>
        <w:rPr>
          <w:color w:val="000000"/>
          <w:sz w:val="19"/>
          <w:szCs w:val="19"/>
        </w:rPr>
      </w:pPr>
      <w:r>
        <w:t>Use</w:t>
      </w:r>
      <w:r w:rsidRPr="006105E6">
        <w:t xml:space="preserve"> the </w:t>
      </w:r>
      <w:r w:rsidRPr="00926797">
        <w:rPr>
          <w:b/>
        </w:rPr>
        <w:t>show interface ip brief</w:t>
      </w:r>
      <w:r w:rsidRPr="006105E6">
        <w:t xml:space="preserve"> command </w:t>
      </w:r>
      <w:r>
        <w:t>to d</w:t>
      </w:r>
      <w:r w:rsidR="00E94FC9" w:rsidRPr="006105E6">
        <w:t xml:space="preserve">isplay the status for all ASA interfaces. </w:t>
      </w:r>
      <w:r w:rsidR="00AE0883" w:rsidRPr="00AE0883">
        <w:rPr>
          <w:b/>
        </w:rPr>
        <w:t>Note</w:t>
      </w:r>
      <w:r w:rsidR="00AE0883" w:rsidRPr="009A79CD">
        <w:t>:</w:t>
      </w:r>
      <w:r w:rsidR="00E94FC9" w:rsidRPr="006105E6">
        <w:t xml:space="preserve"> </w:t>
      </w:r>
      <w:r>
        <w:t>T</w:t>
      </w:r>
      <w:r w:rsidR="00E94FC9" w:rsidRPr="006105E6">
        <w:t xml:space="preserve">his command is different from the IOS command </w:t>
      </w:r>
      <w:r w:rsidR="00E94FC9" w:rsidRPr="00926797">
        <w:rPr>
          <w:b/>
        </w:rPr>
        <w:t>show ip interface brief</w:t>
      </w:r>
      <w:r w:rsidR="00E94FC9" w:rsidRPr="006105E6">
        <w:t>.</w:t>
      </w:r>
      <w:r w:rsidR="00E94FC9">
        <w:t xml:space="preserve"> If any of the physical or logical interfaces previously configured are not </w:t>
      </w:r>
      <w:r w:rsidR="00F10400">
        <w:t>up/up</w:t>
      </w:r>
      <w:r w:rsidR="00E94FC9">
        <w:t>, troubleshoot as necessary before continuing.</w:t>
      </w:r>
    </w:p>
    <w:p w:rsidR="00DD17B1" w:rsidRDefault="00E94FC9" w:rsidP="000967EE">
      <w:pPr>
        <w:pStyle w:val="BodyTextL50"/>
        <w:ind w:left="1080"/>
      </w:pPr>
      <w:r>
        <w:rPr>
          <w:b/>
        </w:rPr>
        <w:t>Tip</w:t>
      </w:r>
      <w:r w:rsidRPr="00926797">
        <w:t xml:space="preserve">: </w:t>
      </w:r>
      <w:r>
        <w:t xml:space="preserve">Most ASA </w:t>
      </w:r>
      <w:r w:rsidRPr="00725943">
        <w:rPr>
          <w:b/>
        </w:rPr>
        <w:t>show</w:t>
      </w:r>
      <w:r>
        <w:t xml:space="preserve"> </w:t>
      </w:r>
      <w:r w:rsidRPr="002B54C6">
        <w:t>commands</w:t>
      </w:r>
      <w:r>
        <w:t xml:space="preserve">, </w:t>
      </w:r>
      <w:r w:rsidR="00F10400">
        <w:t>including</w:t>
      </w:r>
      <w:r>
        <w:t xml:space="preserve"> </w:t>
      </w:r>
      <w:r w:rsidRPr="00725943">
        <w:rPr>
          <w:b/>
        </w:rPr>
        <w:t>ping</w:t>
      </w:r>
      <w:r>
        <w:t xml:space="preserve">, </w:t>
      </w:r>
      <w:r w:rsidRPr="00725943">
        <w:rPr>
          <w:b/>
        </w:rPr>
        <w:t>copy</w:t>
      </w:r>
      <w:r w:rsidR="00F10400">
        <w:t>,</w:t>
      </w:r>
      <w:r>
        <w:t xml:space="preserve"> and others, can be issued from within any config</w:t>
      </w:r>
      <w:r w:rsidR="00F10400">
        <w:t>uration</w:t>
      </w:r>
      <w:r>
        <w:t xml:space="preserve"> mode prompt without the </w:t>
      </w:r>
      <w:r w:rsidR="00AE0883" w:rsidRPr="00AE0883">
        <w:rPr>
          <w:b/>
        </w:rPr>
        <w:t>do</w:t>
      </w:r>
      <w:r>
        <w:t xml:space="preserve"> command</w:t>
      </w:r>
      <w:r w:rsidR="00A35157">
        <w:t>.</w:t>
      </w:r>
    </w:p>
    <w:p w:rsidR="00E94FC9" w:rsidRPr="006105E6" w:rsidRDefault="00F10400" w:rsidP="000967EE">
      <w:pPr>
        <w:pStyle w:val="SubStepNum"/>
        <w:rPr>
          <w:rFonts w:cs="Arial"/>
          <w:color w:val="000000"/>
          <w:sz w:val="19"/>
          <w:szCs w:val="19"/>
        </w:rPr>
      </w:pPr>
      <w:r>
        <w:t xml:space="preserve">Use </w:t>
      </w:r>
      <w:r w:rsidRPr="006105E6">
        <w:t xml:space="preserve">the </w:t>
      </w:r>
      <w:r w:rsidRPr="00926797">
        <w:rPr>
          <w:b/>
        </w:rPr>
        <w:t>show ip address</w:t>
      </w:r>
      <w:r w:rsidRPr="006105E6">
        <w:t xml:space="preserve"> command </w:t>
      </w:r>
      <w:r>
        <w:t>to d</w:t>
      </w:r>
      <w:r w:rsidR="00E94FC9" w:rsidRPr="006105E6">
        <w:t>isplay the information for the Layer 3 VLAN interfaces.</w:t>
      </w:r>
    </w:p>
    <w:p w:rsidR="00E94FC9" w:rsidRDefault="00E94FC9" w:rsidP="00E94FC9">
      <w:pPr>
        <w:pStyle w:val="SubStepNum"/>
      </w:pPr>
      <w:r>
        <w:t xml:space="preserve">Use </w:t>
      </w:r>
      <w:r w:rsidRPr="006C5DD7">
        <w:t>the</w:t>
      </w:r>
      <w:r w:rsidRPr="00926797">
        <w:rPr>
          <w:b/>
        </w:rPr>
        <w:t xml:space="preserve"> show switch vlan</w:t>
      </w:r>
      <w:r w:rsidRPr="008F329B">
        <w:rPr>
          <w:rFonts w:cs="Arial"/>
        </w:rPr>
        <w:t xml:space="preserve"> command </w:t>
      </w:r>
      <w:r>
        <w:t>to display the inside and outside VLANs configured on the ASA and to display the assigned ports.</w:t>
      </w:r>
    </w:p>
    <w:p w:rsidR="00E94FC9" w:rsidRPr="00FE1BA8" w:rsidRDefault="00E94FC9" w:rsidP="00E94FC9">
      <w:pPr>
        <w:pStyle w:val="StepHead"/>
      </w:pPr>
      <w:r>
        <w:t>Test connectivity to the ASA.</w:t>
      </w:r>
    </w:p>
    <w:p w:rsidR="00E94FC9" w:rsidRDefault="00E94FC9" w:rsidP="00E94FC9">
      <w:pPr>
        <w:pStyle w:val="SubStepAlpha"/>
      </w:pPr>
      <w:r>
        <w:t xml:space="preserve">You should be able to ping from </w:t>
      </w:r>
      <w:r w:rsidR="00083F72" w:rsidRPr="00AC5BE4">
        <w:t>PC-B</w:t>
      </w:r>
      <w:r>
        <w:t xml:space="preserve"> to the </w:t>
      </w:r>
      <w:r w:rsidR="00083F72" w:rsidRPr="00AC5BE4">
        <w:t>ASA</w:t>
      </w:r>
      <w:r>
        <w:t xml:space="preserve"> inside interface address</w:t>
      </w:r>
      <w:r w:rsidR="004D1BF8">
        <w:t xml:space="preserve"> (192.168.1.1)</w:t>
      </w:r>
      <w:r>
        <w:t>. If the pings fail, troubleshoot the configuration as necessary.</w:t>
      </w:r>
    </w:p>
    <w:p w:rsidR="00E94FC9" w:rsidRPr="006C5DD7" w:rsidRDefault="00E94FC9" w:rsidP="00E94FC9">
      <w:pPr>
        <w:pStyle w:val="SubStepAlpha"/>
      </w:pPr>
      <w:r>
        <w:t xml:space="preserve">From </w:t>
      </w:r>
      <w:r w:rsidR="00083F72" w:rsidRPr="00AC5BE4">
        <w:t>PC-B</w:t>
      </w:r>
      <w:r>
        <w:t>, ping the VLAN 2 (outside) interface at IP address 209.165.200.226. You should not be able to ping this address.</w:t>
      </w:r>
    </w:p>
    <w:p w:rsidR="00E94FC9" w:rsidRPr="00664684" w:rsidRDefault="00674E02" w:rsidP="00E94FC9">
      <w:pPr>
        <w:pStyle w:val="PartHead"/>
      </w:pPr>
      <w:r w:rsidRPr="00801F94">
        <w:t>Configur</w:t>
      </w:r>
      <w:r>
        <w:t>e</w:t>
      </w:r>
      <w:r w:rsidRPr="00801F94">
        <w:t xml:space="preserve"> </w:t>
      </w:r>
      <w:r w:rsidR="00E94FC9" w:rsidRPr="00801F94">
        <w:t>Routing, Address Translation</w:t>
      </w:r>
      <w:r>
        <w:t>,</w:t>
      </w:r>
      <w:r w:rsidR="00E94FC9" w:rsidRPr="00801F94">
        <w:t xml:space="preserve"> and Inspection Policy Using the CLI</w:t>
      </w:r>
    </w:p>
    <w:p w:rsidR="00E94FC9" w:rsidRPr="00EB02C2" w:rsidRDefault="00E94FC9" w:rsidP="00E94FC9">
      <w:pPr>
        <w:pStyle w:val="StepHead"/>
      </w:pPr>
      <w:r w:rsidRPr="00EB02C2">
        <w:t>Configure a static default route for the ASA.</w:t>
      </w:r>
    </w:p>
    <w:p w:rsidR="00E94FC9" w:rsidRDefault="00B2671C" w:rsidP="00E94FC9">
      <w:pPr>
        <w:pStyle w:val="BodyTextL25"/>
      </w:pPr>
      <w:r>
        <w:t>C</w:t>
      </w:r>
      <w:r w:rsidR="00E94FC9">
        <w:t>onfigure a default static route on the ASA outside interface</w:t>
      </w:r>
      <w:r>
        <w:t xml:space="preserve"> t</w:t>
      </w:r>
      <w:r w:rsidRPr="00B2671C">
        <w:t>o enable the ASA to reach external networks</w:t>
      </w:r>
      <w:r w:rsidR="00E94FC9">
        <w:t>.</w:t>
      </w:r>
    </w:p>
    <w:p w:rsidR="00E94FC9" w:rsidRDefault="00E94FC9" w:rsidP="00E94FC9">
      <w:pPr>
        <w:pStyle w:val="SubStepAlpha"/>
      </w:pPr>
      <w:r w:rsidRPr="00EB02C2">
        <w:t xml:space="preserve">Create a “quad zero” default route using the </w:t>
      </w:r>
      <w:r w:rsidR="00083F72" w:rsidRPr="00083F72">
        <w:rPr>
          <w:b/>
        </w:rPr>
        <w:t>route</w:t>
      </w:r>
      <w:r w:rsidRPr="00EB02C2">
        <w:t xml:space="preserve"> command, associate it with the </w:t>
      </w:r>
      <w:r>
        <w:t xml:space="preserve">ASA </w:t>
      </w:r>
      <w:r w:rsidRPr="00EB02C2">
        <w:t>outside interface</w:t>
      </w:r>
      <w:r>
        <w:t>,</w:t>
      </w:r>
      <w:r w:rsidRPr="00EB02C2">
        <w:t xml:space="preserve"> and point to the </w:t>
      </w:r>
      <w:r w:rsidR="00083F72" w:rsidRPr="00AC5BE4">
        <w:t>R1</w:t>
      </w:r>
      <w:r w:rsidR="00DD3CB6">
        <w:t xml:space="preserve"> G</w:t>
      </w:r>
      <w:r w:rsidRPr="00EB02C2">
        <w:t xml:space="preserve">0/0 IP address </w:t>
      </w:r>
      <w:r w:rsidR="00B2671C">
        <w:t>(</w:t>
      </w:r>
      <w:r w:rsidRPr="00EB02C2">
        <w:t>209.165.200.225</w:t>
      </w:r>
      <w:r w:rsidR="00B2671C">
        <w:t>)</w:t>
      </w:r>
      <w:r>
        <w:t xml:space="preserve"> as the gateway of last resort.</w:t>
      </w:r>
    </w:p>
    <w:p w:rsidR="00510CAD" w:rsidRPr="00AB12F5" w:rsidRDefault="00510CAD" w:rsidP="00510CAD">
      <w:pPr>
        <w:pStyle w:val="CMD"/>
      </w:pPr>
      <w:r w:rsidRPr="00EB02C2">
        <w:t xml:space="preserve">CCNAS-ASA(config)# </w:t>
      </w:r>
      <w:r w:rsidRPr="00510CAD">
        <w:rPr>
          <w:b/>
        </w:rPr>
        <w:t>route outside 0.0.0.0 0.0.0.0 209.165.200.225</w:t>
      </w:r>
    </w:p>
    <w:p w:rsidR="00E94FC9" w:rsidRPr="00EB02C2" w:rsidRDefault="00E94FC9" w:rsidP="00E94FC9">
      <w:pPr>
        <w:pStyle w:val="SubStepAlpha"/>
      </w:pPr>
      <w:r w:rsidRPr="00EB02C2">
        <w:t xml:space="preserve">Issue the </w:t>
      </w:r>
      <w:r w:rsidRPr="00926797">
        <w:rPr>
          <w:b/>
        </w:rPr>
        <w:t>show route</w:t>
      </w:r>
      <w:r w:rsidRPr="00EB02C2">
        <w:t xml:space="preserve"> command to </w:t>
      </w:r>
      <w:r>
        <w:t xml:space="preserve">verify the static default route is in the </w:t>
      </w:r>
      <w:r w:rsidRPr="00EB02C2">
        <w:t>ASA routing table.</w:t>
      </w:r>
    </w:p>
    <w:p w:rsidR="00E94FC9" w:rsidRDefault="00E94FC9" w:rsidP="00E94FC9">
      <w:pPr>
        <w:pStyle w:val="SubStepAlpha"/>
      </w:pPr>
      <w:r>
        <w:t xml:space="preserve">Verify </w:t>
      </w:r>
      <w:r w:rsidR="00B2671C">
        <w:t xml:space="preserve">that </w:t>
      </w:r>
      <w:r>
        <w:t xml:space="preserve">the </w:t>
      </w:r>
      <w:r w:rsidR="00083F72" w:rsidRPr="00AC5BE4">
        <w:t>ASA</w:t>
      </w:r>
      <w:r>
        <w:t xml:space="preserve"> can ping the</w:t>
      </w:r>
      <w:r w:rsidRPr="00EB02C2">
        <w:t xml:space="preserve"> </w:t>
      </w:r>
      <w:r w:rsidR="00083F72" w:rsidRPr="00AC5BE4">
        <w:t>R1</w:t>
      </w:r>
      <w:r w:rsidRPr="00EB02C2">
        <w:t xml:space="preserve"> </w:t>
      </w:r>
      <w:r>
        <w:t xml:space="preserve">S0/0/0 </w:t>
      </w:r>
      <w:r w:rsidRPr="00EB02C2">
        <w:t xml:space="preserve">IP address </w:t>
      </w:r>
      <w:r>
        <w:t>10.1.1.1</w:t>
      </w:r>
      <w:r w:rsidRPr="00EB02C2">
        <w:t xml:space="preserve">. </w:t>
      </w:r>
      <w:r>
        <w:t xml:space="preserve">If the ping is </w:t>
      </w:r>
      <w:r w:rsidR="00EF655D">
        <w:t>un</w:t>
      </w:r>
      <w:r>
        <w:t>successful, troubleshoot as necessary.</w:t>
      </w:r>
    </w:p>
    <w:p w:rsidR="00E94FC9" w:rsidRPr="003040DE" w:rsidRDefault="00E94FC9" w:rsidP="00E94FC9">
      <w:pPr>
        <w:pStyle w:val="StepHead"/>
      </w:pPr>
      <w:r w:rsidRPr="003040DE">
        <w:t>Configure address translation using PAT</w:t>
      </w:r>
      <w:r>
        <w:t xml:space="preserve"> and network objects</w:t>
      </w:r>
      <w:r w:rsidRPr="003040DE">
        <w:t>.</w:t>
      </w:r>
    </w:p>
    <w:p w:rsidR="00E94FC9" w:rsidRPr="003040DE" w:rsidRDefault="00E94FC9" w:rsidP="00E94FC9">
      <w:pPr>
        <w:pStyle w:val="SubStepAlpha"/>
      </w:pPr>
      <w:r w:rsidRPr="003040DE">
        <w:t xml:space="preserve">Create network object </w:t>
      </w:r>
      <w:r w:rsidRPr="000967EE">
        <w:rPr>
          <w:b/>
        </w:rPr>
        <w:t>inside-net</w:t>
      </w:r>
      <w:r w:rsidRPr="003040DE">
        <w:t xml:space="preserve"> and assign attributes to it using the </w:t>
      </w:r>
      <w:r w:rsidRPr="00926797">
        <w:rPr>
          <w:b/>
        </w:rPr>
        <w:t>subnet</w:t>
      </w:r>
      <w:r w:rsidRPr="003040DE">
        <w:t xml:space="preserve"> and </w:t>
      </w:r>
      <w:r w:rsidRPr="00926797">
        <w:rPr>
          <w:b/>
        </w:rPr>
        <w:t>nat</w:t>
      </w:r>
      <w:r w:rsidRPr="003040DE">
        <w:t xml:space="preserve"> commands</w:t>
      </w:r>
      <w:r>
        <w:t>.</w:t>
      </w:r>
    </w:p>
    <w:p w:rsidR="00E94FC9" w:rsidRPr="003040DE" w:rsidRDefault="00E94FC9" w:rsidP="00E94FC9">
      <w:pPr>
        <w:pStyle w:val="CMD"/>
      </w:pPr>
      <w:r w:rsidRPr="003040DE">
        <w:t xml:space="preserve">CCNAS-ASA(config)# </w:t>
      </w:r>
      <w:r w:rsidRPr="00926797">
        <w:rPr>
          <w:b/>
        </w:rPr>
        <w:t>object network inside-net</w:t>
      </w:r>
    </w:p>
    <w:p w:rsidR="00E94FC9" w:rsidRPr="003040DE" w:rsidRDefault="00E94FC9" w:rsidP="00E94FC9">
      <w:pPr>
        <w:pStyle w:val="CMD"/>
      </w:pPr>
      <w:r w:rsidRPr="003040DE">
        <w:t xml:space="preserve">CCNAS-ASA(config-network-object)# </w:t>
      </w:r>
      <w:r w:rsidRPr="00926797">
        <w:rPr>
          <w:b/>
        </w:rPr>
        <w:t>subnet 192.168.1.0 255.255.255.0</w:t>
      </w:r>
    </w:p>
    <w:p w:rsidR="00E94FC9" w:rsidRPr="003040DE" w:rsidRDefault="00E94FC9" w:rsidP="00E94FC9">
      <w:pPr>
        <w:pStyle w:val="CMD"/>
      </w:pPr>
      <w:r w:rsidRPr="003040DE">
        <w:t xml:space="preserve">CCNAS-ASA(config-network-object)# </w:t>
      </w:r>
      <w:r w:rsidRPr="00926797">
        <w:rPr>
          <w:b/>
        </w:rPr>
        <w:t>nat (inside,outside) dynamic interface</w:t>
      </w:r>
    </w:p>
    <w:p w:rsidR="00E94FC9" w:rsidRPr="003040DE" w:rsidRDefault="00E94FC9" w:rsidP="00E94FC9">
      <w:pPr>
        <w:pStyle w:val="CMD"/>
      </w:pPr>
      <w:r w:rsidRPr="003040DE">
        <w:t xml:space="preserve">CCNAS-ASA(config-network-object)# </w:t>
      </w:r>
      <w:r w:rsidRPr="00926797">
        <w:rPr>
          <w:b/>
        </w:rPr>
        <w:t>end</w:t>
      </w:r>
    </w:p>
    <w:p w:rsidR="00E94FC9" w:rsidRPr="00081BB9" w:rsidRDefault="00E94FC9" w:rsidP="00E94FC9">
      <w:pPr>
        <w:pStyle w:val="SubStepAlpha"/>
      </w:pPr>
      <w:r>
        <w:t xml:space="preserve">The ASA splits the configuration into the object portion that defines the network to be translated and the actual </w:t>
      </w:r>
      <w:r w:rsidRPr="00A901D5">
        <w:rPr>
          <w:b/>
        </w:rPr>
        <w:t>nat</w:t>
      </w:r>
      <w:r>
        <w:t xml:space="preserve"> command parameters. These appear in two different places in the ru</w:t>
      </w:r>
      <w:r w:rsidR="003005F9">
        <w:t xml:space="preserve">nning </w:t>
      </w:r>
      <w:r>
        <w:t>config</w:t>
      </w:r>
      <w:r w:rsidR="003005F9">
        <w:t>uration</w:t>
      </w:r>
      <w:r>
        <w:t xml:space="preserve">. </w:t>
      </w:r>
      <w:r w:rsidRPr="00081BB9">
        <w:t xml:space="preserve">Display the NAT object configuration using the </w:t>
      </w:r>
      <w:r w:rsidRPr="00A901D5">
        <w:rPr>
          <w:b/>
        </w:rPr>
        <w:t xml:space="preserve">show run </w:t>
      </w:r>
      <w:r>
        <w:t>command</w:t>
      </w:r>
      <w:r w:rsidRPr="00081BB9">
        <w:t>.</w:t>
      </w:r>
    </w:p>
    <w:p w:rsidR="00E94FC9" w:rsidRPr="009A3E6D" w:rsidRDefault="00E94FC9" w:rsidP="00E94FC9">
      <w:pPr>
        <w:pStyle w:val="SubStepAlpha"/>
        <w:rPr>
          <w:rFonts w:cs="Arial"/>
          <w:color w:val="000000"/>
          <w:sz w:val="19"/>
          <w:szCs w:val="19"/>
        </w:rPr>
      </w:pPr>
      <w:r w:rsidRPr="009A3E6D">
        <w:t xml:space="preserve">From </w:t>
      </w:r>
      <w:r w:rsidR="00083F72" w:rsidRPr="00AC5BE4">
        <w:t>PC-B</w:t>
      </w:r>
      <w:r w:rsidRPr="009A3E6D">
        <w:t xml:space="preserve"> attempt to ping the </w:t>
      </w:r>
      <w:r w:rsidR="00083F72" w:rsidRPr="00AC5BE4">
        <w:t>R1</w:t>
      </w:r>
      <w:r w:rsidR="00DD3CB6">
        <w:t xml:space="preserve"> G</w:t>
      </w:r>
      <w:r w:rsidRPr="009A3E6D">
        <w:t xml:space="preserve">0/0 interface </w:t>
      </w:r>
      <w:r>
        <w:t>at IP address 209.165.200.225. The pings should fail.</w:t>
      </w:r>
    </w:p>
    <w:p w:rsidR="00E94FC9" w:rsidRPr="009C26B4" w:rsidRDefault="00E94FC9" w:rsidP="00E94FC9">
      <w:pPr>
        <w:pStyle w:val="SubStepAlpha"/>
        <w:rPr>
          <w:rFonts w:cs="Arial"/>
          <w:color w:val="000000"/>
          <w:sz w:val="19"/>
          <w:szCs w:val="19"/>
        </w:rPr>
      </w:pPr>
      <w:r>
        <w:t xml:space="preserve">Issue the </w:t>
      </w:r>
      <w:r w:rsidRPr="00A901D5">
        <w:rPr>
          <w:b/>
        </w:rPr>
        <w:t>show nat</w:t>
      </w:r>
      <w:r>
        <w:t xml:space="preserve"> command on the ASA to see the translated and untranslated hits. Notice that, of the pings from </w:t>
      </w:r>
      <w:r w:rsidR="00083F72" w:rsidRPr="00AC5BE4">
        <w:t>PC-B</w:t>
      </w:r>
      <w:r>
        <w:t xml:space="preserve">, </w:t>
      </w:r>
      <w:r w:rsidR="00EF655D">
        <w:t xml:space="preserve">four </w:t>
      </w:r>
      <w:r>
        <w:t xml:space="preserve">were translated and </w:t>
      </w:r>
      <w:r w:rsidR="00EF655D">
        <w:t xml:space="preserve">four </w:t>
      </w:r>
      <w:r>
        <w:t>were not. The outgoin</w:t>
      </w:r>
      <w:r w:rsidR="00510CAD">
        <w:t>g pings (echos) were translated and sent to the destination. T</w:t>
      </w:r>
      <w:r>
        <w:t xml:space="preserve">he returning echo replies were blocked by the firewall policy. You will configure the default inspection policy to allow ICMP in </w:t>
      </w:r>
      <w:r w:rsidR="00B2671C">
        <w:t xml:space="preserve">Step 3 of this </w:t>
      </w:r>
      <w:r w:rsidR="00617B89">
        <w:t xml:space="preserve">part of the </w:t>
      </w:r>
      <w:r w:rsidR="00B2671C">
        <w:t>activity</w:t>
      </w:r>
      <w:r>
        <w:t>.</w:t>
      </w:r>
    </w:p>
    <w:p w:rsidR="00E94FC9" w:rsidRPr="00153AA2" w:rsidRDefault="00E94FC9" w:rsidP="00E94FC9">
      <w:pPr>
        <w:pStyle w:val="StepHead"/>
      </w:pPr>
      <w:r w:rsidRPr="00153AA2">
        <w:t>Modify the default MPF application inspection global service policy.</w:t>
      </w:r>
    </w:p>
    <w:p w:rsidR="00E94FC9" w:rsidRDefault="00E94FC9" w:rsidP="00E94FC9">
      <w:pPr>
        <w:pStyle w:val="BodyTextL25"/>
      </w:pPr>
      <w:r w:rsidRPr="006B4F5A">
        <w:t>For application layer inspection</w:t>
      </w:r>
      <w:r w:rsidR="009A79CD">
        <w:t xml:space="preserve"> </w:t>
      </w:r>
      <w:r w:rsidR="00EF655D">
        <w:t>and</w:t>
      </w:r>
      <w:r w:rsidRPr="006B4F5A">
        <w:t xml:space="preserve"> other advanced options, the Cisco </w:t>
      </w:r>
      <w:r>
        <w:t xml:space="preserve">MPF </w:t>
      </w:r>
      <w:r w:rsidRPr="006B4F5A">
        <w:t>is available on ASAs.</w:t>
      </w:r>
    </w:p>
    <w:p w:rsidR="00E94FC9" w:rsidRDefault="00E94FC9" w:rsidP="00E94FC9">
      <w:pPr>
        <w:pStyle w:val="BodyTextL25"/>
      </w:pPr>
      <w:r>
        <w:t xml:space="preserve">The Packet Tracer ASA device does not have an MPF </w:t>
      </w:r>
      <w:r w:rsidRPr="004F5B75">
        <w:t xml:space="preserve">policy map </w:t>
      </w:r>
      <w:r>
        <w:t>in place by default</w:t>
      </w:r>
      <w:r w:rsidR="00B2671C">
        <w:t>.</w:t>
      </w:r>
      <w:r w:rsidR="00EF655D">
        <w:t xml:space="preserve"> </w:t>
      </w:r>
      <w:r w:rsidR="00B2671C">
        <w:t>A</w:t>
      </w:r>
      <w:r>
        <w:t>s a modification</w:t>
      </w:r>
      <w:r w:rsidR="00EF655D">
        <w:t>,</w:t>
      </w:r>
      <w:r>
        <w:t xml:space="preserve"> we can create the default policy map </w:t>
      </w:r>
      <w:r w:rsidRPr="004F5B75">
        <w:t xml:space="preserve">that </w:t>
      </w:r>
      <w:r>
        <w:t>will perform</w:t>
      </w:r>
      <w:r w:rsidRPr="004F5B75">
        <w:t xml:space="preserve"> the inspection on inside-to-outside traffic. </w:t>
      </w:r>
      <w:r>
        <w:t>When configured correctly only traffic</w:t>
      </w:r>
      <w:r w:rsidRPr="004F5B75">
        <w:t xml:space="preserve"> initiated from the inside is allowed back in to the</w:t>
      </w:r>
      <w:r>
        <w:t xml:space="preserve"> outside interface. You will need to add ICMP</w:t>
      </w:r>
      <w:r w:rsidR="008A6EA0">
        <w:t xml:space="preserve"> </w:t>
      </w:r>
      <w:r>
        <w:t>to the inspection list</w:t>
      </w:r>
      <w:r w:rsidRPr="004F5B75">
        <w:t>.</w:t>
      </w:r>
    </w:p>
    <w:p w:rsidR="00E94FC9" w:rsidRDefault="00E94FC9" w:rsidP="00E94FC9">
      <w:pPr>
        <w:pStyle w:val="SubStepAlpha"/>
      </w:pPr>
      <w:r>
        <w:t xml:space="preserve">Create the </w:t>
      </w:r>
      <w:r w:rsidRPr="000967EE">
        <w:t>class-map</w:t>
      </w:r>
      <w:r w:rsidRPr="00B2671C">
        <w:t xml:space="preserve">, </w:t>
      </w:r>
      <w:r w:rsidRPr="000967EE">
        <w:t>policy-map</w:t>
      </w:r>
      <w:r w:rsidRPr="00B2671C">
        <w:t xml:space="preserve">, and </w:t>
      </w:r>
      <w:r w:rsidRPr="000967EE">
        <w:t>service-policy</w:t>
      </w:r>
      <w:r>
        <w:t xml:space="preserve">. </w:t>
      </w:r>
      <w:r w:rsidRPr="00DF2518">
        <w:t xml:space="preserve">Add the inspection of </w:t>
      </w:r>
      <w:r w:rsidRPr="00440723">
        <w:t xml:space="preserve">ICMP </w:t>
      </w:r>
      <w:r>
        <w:t xml:space="preserve">traffic </w:t>
      </w:r>
      <w:r w:rsidRPr="00DF2518">
        <w:t xml:space="preserve">to the </w:t>
      </w:r>
      <w:r>
        <w:t xml:space="preserve">policy map </w:t>
      </w:r>
      <w:r w:rsidRPr="00DF2518">
        <w:t>list using the following commands:</w:t>
      </w:r>
    </w:p>
    <w:p w:rsidR="00E94FC9" w:rsidRPr="00FF49CD" w:rsidRDefault="00E94FC9" w:rsidP="00E94FC9">
      <w:pPr>
        <w:pStyle w:val="CMD"/>
      </w:pPr>
      <w:r w:rsidRPr="009A3E6D">
        <w:t>CCNAS-ASA</w:t>
      </w:r>
      <w:r>
        <w:t>(config)</w:t>
      </w:r>
      <w:r w:rsidRPr="009A3E6D">
        <w:t xml:space="preserve"># </w:t>
      </w:r>
      <w:r w:rsidRPr="002A4815">
        <w:rPr>
          <w:b/>
        </w:rPr>
        <w:t>class-map inspection_default</w:t>
      </w:r>
    </w:p>
    <w:p w:rsidR="00E94FC9" w:rsidRDefault="00E94FC9" w:rsidP="00E94FC9">
      <w:pPr>
        <w:pStyle w:val="CMD"/>
      </w:pPr>
      <w:r>
        <w:t>CCNAS-ASA(config-cmap)#</w:t>
      </w:r>
      <w:r w:rsidRPr="00FF49CD">
        <w:t xml:space="preserve"> </w:t>
      </w:r>
      <w:r w:rsidRPr="002A4815">
        <w:rPr>
          <w:b/>
        </w:rPr>
        <w:t>match default-inspection-traffic</w:t>
      </w:r>
    </w:p>
    <w:p w:rsidR="00E94FC9" w:rsidRDefault="00E94FC9" w:rsidP="00E94FC9">
      <w:pPr>
        <w:pStyle w:val="CMD"/>
      </w:pPr>
      <w:r>
        <w:t xml:space="preserve">CCNAS-ASA(config-cmap)# </w:t>
      </w:r>
      <w:r w:rsidRPr="002A4815">
        <w:rPr>
          <w:b/>
        </w:rPr>
        <w:t>exit</w:t>
      </w:r>
    </w:p>
    <w:p w:rsidR="00E94FC9" w:rsidRPr="00FF49CD" w:rsidRDefault="00E94FC9" w:rsidP="00E94FC9">
      <w:pPr>
        <w:pStyle w:val="CMD"/>
      </w:pPr>
      <w:r>
        <w:t xml:space="preserve">CCNAS-ASA(config)# </w:t>
      </w:r>
      <w:r w:rsidRPr="002A4815">
        <w:rPr>
          <w:b/>
        </w:rPr>
        <w:t>policy-map global_policy</w:t>
      </w:r>
    </w:p>
    <w:p w:rsidR="00E94FC9" w:rsidRPr="00FF49CD" w:rsidRDefault="00E94FC9" w:rsidP="00E94FC9">
      <w:pPr>
        <w:pStyle w:val="CMD"/>
      </w:pPr>
      <w:r>
        <w:t>CCNAS-ASA(config-pmap)#</w:t>
      </w:r>
      <w:r w:rsidRPr="00FF49CD">
        <w:t xml:space="preserve"> </w:t>
      </w:r>
      <w:r w:rsidRPr="002A4815">
        <w:rPr>
          <w:b/>
        </w:rPr>
        <w:t>class inspection_default</w:t>
      </w:r>
    </w:p>
    <w:p w:rsidR="00E94FC9" w:rsidRPr="00FF49CD" w:rsidRDefault="00E94FC9" w:rsidP="00E94FC9">
      <w:pPr>
        <w:pStyle w:val="CMD"/>
      </w:pPr>
      <w:r>
        <w:t>CCNAS-ASA(config-pmap-c)#</w:t>
      </w:r>
      <w:r w:rsidRPr="00FF49CD">
        <w:t xml:space="preserve"> </w:t>
      </w:r>
      <w:r w:rsidRPr="002A4815">
        <w:rPr>
          <w:b/>
        </w:rPr>
        <w:t>inspect icmp</w:t>
      </w:r>
    </w:p>
    <w:p w:rsidR="00E94FC9" w:rsidRPr="00FF49CD" w:rsidRDefault="00E94FC9" w:rsidP="00E94FC9">
      <w:pPr>
        <w:pStyle w:val="CMD"/>
      </w:pPr>
      <w:r>
        <w:t>CCNAS-ASA(config-pmap-c)#</w:t>
      </w:r>
      <w:r w:rsidRPr="00FF49CD">
        <w:t xml:space="preserve"> </w:t>
      </w:r>
      <w:r w:rsidRPr="002A4815">
        <w:rPr>
          <w:b/>
        </w:rPr>
        <w:t>exit</w:t>
      </w:r>
    </w:p>
    <w:p w:rsidR="00E94FC9" w:rsidRPr="009A3E6D" w:rsidRDefault="00E94FC9" w:rsidP="00E94FC9">
      <w:pPr>
        <w:pStyle w:val="CMD"/>
      </w:pPr>
      <w:r>
        <w:t xml:space="preserve">CCNAS-ASA(config)# </w:t>
      </w:r>
      <w:r w:rsidRPr="002A4815">
        <w:rPr>
          <w:b/>
        </w:rPr>
        <w:t>service-policy global_policy global</w:t>
      </w:r>
    </w:p>
    <w:p w:rsidR="00E94FC9" w:rsidRPr="00A901D5" w:rsidRDefault="00E94FC9" w:rsidP="00E94FC9">
      <w:pPr>
        <w:pStyle w:val="SubStepAlpha"/>
        <w:rPr>
          <w:rFonts w:cs="Arial"/>
          <w:color w:val="000000"/>
          <w:sz w:val="19"/>
          <w:szCs w:val="19"/>
        </w:rPr>
      </w:pPr>
      <w:r w:rsidRPr="009A3E6D">
        <w:t xml:space="preserve">From </w:t>
      </w:r>
      <w:r w:rsidR="00083F72" w:rsidRPr="000967EE">
        <w:t>PC-B</w:t>
      </w:r>
      <w:r w:rsidR="00EF655D">
        <w:t>,</w:t>
      </w:r>
      <w:r w:rsidRPr="009A3E6D">
        <w:t xml:space="preserve"> attempt to ping the </w:t>
      </w:r>
      <w:r w:rsidR="00083F72" w:rsidRPr="000967EE">
        <w:t>R1</w:t>
      </w:r>
      <w:r w:rsidR="00DD3CB6">
        <w:t xml:space="preserve"> G</w:t>
      </w:r>
      <w:r w:rsidRPr="009A3E6D">
        <w:t xml:space="preserve">0/0 interface </w:t>
      </w:r>
      <w:r>
        <w:t xml:space="preserve">at IP address 209.165.200.225. The pings should be successful this time because </w:t>
      </w:r>
      <w:r w:rsidRPr="00440723">
        <w:t>ICMP</w:t>
      </w:r>
      <w:r>
        <w:t xml:space="preserve"> traffic is now being inspected and legitimate return traffic is being allowed.</w:t>
      </w:r>
      <w:r w:rsidR="00510CAD">
        <w:t xml:space="preserve"> If the pings fail, troubleshoot your configurations.</w:t>
      </w:r>
    </w:p>
    <w:p w:rsidR="00E94FC9" w:rsidRPr="00153AA2" w:rsidRDefault="00674E02" w:rsidP="00E94FC9">
      <w:pPr>
        <w:pStyle w:val="PartHead"/>
      </w:pPr>
      <w:r w:rsidRPr="00153AA2">
        <w:t>Configur</w:t>
      </w:r>
      <w:r>
        <w:t>e</w:t>
      </w:r>
      <w:r w:rsidRPr="00153AA2">
        <w:t xml:space="preserve"> </w:t>
      </w:r>
      <w:r w:rsidR="00E94FC9" w:rsidRPr="00153AA2">
        <w:t>DHCP, AAA</w:t>
      </w:r>
      <w:r w:rsidR="00E94FC9">
        <w:t>,</w:t>
      </w:r>
      <w:r w:rsidR="00E94FC9" w:rsidRPr="00153AA2">
        <w:t xml:space="preserve"> and SSH</w:t>
      </w:r>
    </w:p>
    <w:p w:rsidR="00E94FC9" w:rsidRPr="00EB02C2" w:rsidRDefault="00E94FC9" w:rsidP="00E94FC9">
      <w:pPr>
        <w:pStyle w:val="StepHead"/>
      </w:pPr>
      <w:r w:rsidRPr="00EB02C2">
        <w:t xml:space="preserve">Configure </w:t>
      </w:r>
      <w:r>
        <w:t>the ASA as a DHCP server</w:t>
      </w:r>
      <w:r w:rsidRPr="00EB02C2">
        <w:t>.</w:t>
      </w:r>
    </w:p>
    <w:p w:rsidR="00E94FC9" w:rsidRDefault="00E94FC9" w:rsidP="00E94FC9">
      <w:pPr>
        <w:pStyle w:val="SubStepAlpha"/>
      </w:pPr>
      <w:r>
        <w:t>Configure a DHCP address pool and enable it on the ASA inside interface.</w:t>
      </w:r>
    </w:p>
    <w:p w:rsidR="00E94FC9" w:rsidRPr="003629C4" w:rsidRDefault="00E94FC9" w:rsidP="00E94FC9">
      <w:pPr>
        <w:pStyle w:val="CMD"/>
      </w:pPr>
      <w:r w:rsidRPr="003629C4">
        <w:t xml:space="preserve">CCNAS-ASA(config)# </w:t>
      </w:r>
      <w:r w:rsidRPr="00A901D5">
        <w:rPr>
          <w:b/>
        </w:rPr>
        <w:t>dhcpd a</w:t>
      </w:r>
      <w:r>
        <w:rPr>
          <w:b/>
        </w:rPr>
        <w:t>ddress 192.168.1.5-192.168.1.36</w:t>
      </w:r>
      <w:r w:rsidRPr="00A901D5">
        <w:rPr>
          <w:b/>
        </w:rPr>
        <w:t xml:space="preserve"> inside</w:t>
      </w:r>
    </w:p>
    <w:p w:rsidR="00E94FC9" w:rsidRDefault="00E94FC9" w:rsidP="00E94FC9">
      <w:pPr>
        <w:pStyle w:val="SubStepAlpha"/>
      </w:pPr>
      <w:r>
        <w:t>(Optional) Specify the IP address of the DNS server to be given to clients.</w:t>
      </w:r>
    </w:p>
    <w:p w:rsidR="00E94FC9" w:rsidRPr="003629C4" w:rsidRDefault="00E94FC9" w:rsidP="00E94FC9">
      <w:pPr>
        <w:pStyle w:val="CMD"/>
      </w:pPr>
      <w:r w:rsidRPr="003629C4">
        <w:t xml:space="preserve">CCNAS-ASA(config)# </w:t>
      </w:r>
      <w:r w:rsidRPr="00A901D5">
        <w:rPr>
          <w:b/>
        </w:rPr>
        <w:t>dhcpd dns 209.165.201.2</w:t>
      </w:r>
      <w:r>
        <w:rPr>
          <w:b/>
        </w:rPr>
        <w:t xml:space="preserve"> interface inside</w:t>
      </w:r>
    </w:p>
    <w:p w:rsidR="00E94FC9" w:rsidRDefault="00E94FC9" w:rsidP="00E94FC9">
      <w:pPr>
        <w:pStyle w:val="SubStepAlpha"/>
      </w:pPr>
      <w:r>
        <w:t>Enable the DHCP daemon within the ASA to listen for DHCP client requests on the enabled interface (inside).</w:t>
      </w:r>
    </w:p>
    <w:p w:rsidR="00E94FC9" w:rsidRDefault="00E94FC9" w:rsidP="00E94FC9">
      <w:pPr>
        <w:pStyle w:val="CMD"/>
      </w:pPr>
      <w:r w:rsidRPr="003629C4">
        <w:t xml:space="preserve">CCNAS-ASA(config)# </w:t>
      </w:r>
      <w:r w:rsidRPr="00CE3BD8">
        <w:rPr>
          <w:b/>
        </w:rPr>
        <w:t>dhcpd enable inside</w:t>
      </w:r>
    </w:p>
    <w:p w:rsidR="00E94FC9" w:rsidRPr="00A901D5" w:rsidRDefault="00E94FC9" w:rsidP="00E94FC9">
      <w:pPr>
        <w:pStyle w:val="SubStepAlpha"/>
      </w:pPr>
      <w:r>
        <w:t xml:space="preserve">Change </w:t>
      </w:r>
      <w:r w:rsidR="00083F72" w:rsidRPr="00AC5BE4">
        <w:t>PC-B</w:t>
      </w:r>
      <w:r>
        <w:t xml:space="preserve"> from a static IP address to a DHCP client</w:t>
      </w:r>
      <w:r w:rsidR="00EF655D">
        <w:t>,</w:t>
      </w:r>
      <w:r>
        <w:t xml:space="preserve"> and verify that it receives IP addressing information. Troubleshoot</w:t>
      </w:r>
      <w:r w:rsidR="00EF655D">
        <w:t>,</w:t>
      </w:r>
      <w:r>
        <w:t xml:space="preserve"> as necessary to resolve any problems.</w:t>
      </w:r>
    </w:p>
    <w:p w:rsidR="00E94FC9" w:rsidRPr="00FE1BA8" w:rsidRDefault="00E94FC9" w:rsidP="00E94FC9">
      <w:pPr>
        <w:pStyle w:val="StepHead"/>
      </w:pPr>
      <w:r>
        <w:t>Configure AAA to use the local database for authentication.</w:t>
      </w:r>
    </w:p>
    <w:p w:rsidR="00E94FC9" w:rsidRPr="0044152B" w:rsidRDefault="00E94FC9" w:rsidP="00E94FC9">
      <w:pPr>
        <w:pStyle w:val="SubStepAlpha"/>
        <w:rPr>
          <w:szCs w:val="20"/>
        </w:rPr>
      </w:pPr>
      <w:r>
        <w:t xml:space="preserve">Define a local user named </w:t>
      </w:r>
      <w:r w:rsidRPr="000967EE">
        <w:rPr>
          <w:b/>
        </w:rPr>
        <w:t>admin</w:t>
      </w:r>
      <w:r>
        <w:t xml:space="preserve"> by entering the </w:t>
      </w:r>
      <w:r w:rsidRPr="00A901D5">
        <w:rPr>
          <w:b/>
        </w:rPr>
        <w:t>username</w:t>
      </w:r>
      <w:r>
        <w:t xml:space="preserve"> command. Specify a password of </w:t>
      </w:r>
      <w:r w:rsidR="00DD3CB6" w:rsidRPr="000967EE">
        <w:rPr>
          <w:b/>
        </w:rPr>
        <w:t>adminpa55</w:t>
      </w:r>
      <w:r w:rsidRPr="0044152B">
        <w:rPr>
          <w:szCs w:val="20"/>
        </w:rPr>
        <w:t>.</w:t>
      </w:r>
    </w:p>
    <w:p w:rsidR="00E94FC9" w:rsidRDefault="00E94FC9" w:rsidP="00E94FC9">
      <w:pPr>
        <w:pStyle w:val="CMD"/>
      </w:pPr>
      <w:r w:rsidRPr="0044152B">
        <w:t xml:space="preserve">CCNAS-ASA(config)# </w:t>
      </w:r>
      <w:r w:rsidRPr="00A901D5">
        <w:rPr>
          <w:b/>
        </w:rPr>
        <w:t xml:space="preserve">username admin password </w:t>
      </w:r>
      <w:r w:rsidR="00DD3CB6">
        <w:rPr>
          <w:b/>
        </w:rPr>
        <w:t>adminpa55</w:t>
      </w:r>
    </w:p>
    <w:p w:rsidR="00E94FC9" w:rsidRPr="0044152B" w:rsidRDefault="00E94FC9" w:rsidP="00E94FC9">
      <w:pPr>
        <w:pStyle w:val="SubStepAlpha"/>
      </w:pPr>
      <w:r w:rsidRPr="0044152B">
        <w:t xml:space="preserve">Configure AAA to use the local ASA database for </w:t>
      </w:r>
      <w:r>
        <w:t xml:space="preserve">SSH </w:t>
      </w:r>
      <w:r w:rsidRPr="0044152B">
        <w:t>user authentication.</w:t>
      </w:r>
    </w:p>
    <w:p w:rsidR="00E94FC9" w:rsidRDefault="00E94FC9" w:rsidP="00E94FC9">
      <w:pPr>
        <w:pStyle w:val="CMD"/>
      </w:pPr>
      <w:r w:rsidRPr="0044152B">
        <w:t xml:space="preserve">CCNAS-ASA(config)# </w:t>
      </w:r>
      <w:r w:rsidRPr="00A901D5">
        <w:rPr>
          <w:b/>
        </w:rPr>
        <w:t>aaa authentication ssh console LOCAL</w:t>
      </w:r>
    </w:p>
    <w:p w:rsidR="00E94FC9" w:rsidRPr="00FE1BA8" w:rsidRDefault="00E94FC9" w:rsidP="00E94FC9">
      <w:pPr>
        <w:pStyle w:val="StepHead"/>
      </w:pPr>
      <w:r>
        <w:t>Configure remote access to the ASA.</w:t>
      </w:r>
    </w:p>
    <w:p w:rsidR="00E94FC9" w:rsidRDefault="00617B89" w:rsidP="00E94FC9">
      <w:pPr>
        <w:pStyle w:val="BodyTextL25"/>
      </w:pPr>
      <w:r>
        <w:t>T</w:t>
      </w:r>
      <w:r w:rsidR="00E94FC9">
        <w:t xml:space="preserve">he ASA </w:t>
      </w:r>
      <w:r>
        <w:t xml:space="preserve">can be configured </w:t>
      </w:r>
      <w:r w:rsidR="00E94FC9">
        <w:t>to accept connections from a single host or a range of hosts on the inside or outside network.</w:t>
      </w:r>
      <w:r w:rsidR="004F3174">
        <w:t xml:space="preserve"> In this step, hosts from the outside network can only use SSH to communicate with the ASA. SSH sessions can be used </w:t>
      </w:r>
      <w:r>
        <w:t xml:space="preserve">to </w:t>
      </w:r>
      <w:r w:rsidR="004F3174">
        <w:t>access the ASA</w:t>
      </w:r>
      <w:r w:rsidR="00283AEA">
        <w:t xml:space="preserve"> from the inside network.</w:t>
      </w:r>
    </w:p>
    <w:p w:rsidR="00E94FC9" w:rsidRPr="0065772E" w:rsidRDefault="00E94FC9" w:rsidP="00E94FC9">
      <w:pPr>
        <w:pStyle w:val="SubStepAlpha"/>
      </w:pPr>
      <w:r w:rsidRPr="009C257B">
        <w:t xml:space="preserve">Generate an RSA key pair, which is required to support SSH connections. </w:t>
      </w:r>
      <w:r w:rsidR="00EF655D">
        <w:t xml:space="preserve">Because </w:t>
      </w:r>
      <w:r>
        <w:t xml:space="preserve">the ASA device has </w:t>
      </w:r>
      <w:r w:rsidR="00EF655D">
        <w:t xml:space="preserve">RSA </w:t>
      </w:r>
      <w:r>
        <w:t>keys already in place</w:t>
      </w:r>
      <w:r w:rsidR="00EF655D">
        <w:t>,</w:t>
      </w:r>
      <w:r>
        <w:t xml:space="preserve"> enter </w:t>
      </w:r>
      <w:r w:rsidRPr="000967EE">
        <w:rPr>
          <w:b/>
        </w:rPr>
        <w:t>no</w:t>
      </w:r>
      <w:r w:rsidR="003005F9">
        <w:t xml:space="preserve"> when prompted to replace them.</w:t>
      </w:r>
    </w:p>
    <w:p w:rsidR="00E94FC9" w:rsidRPr="00484EE6" w:rsidRDefault="00E94FC9" w:rsidP="00E94FC9">
      <w:pPr>
        <w:pStyle w:val="CMD"/>
      </w:pPr>
      <w:r w:rsidRPr="00484EE6">
        <w:t xml:space="preserve">CCNAS-ASA(config)# </w:t>
      </w:r>
      <w:r w:rsidRPr="0065772E">
        <w:rPr>
          <w:b/>
        </w:rPr>
        <w:t>crypto key generate rsa modulus 1024</w:t>
      </w:r>
    </w:p>
    <w:p w:rsidR="00E94FC9" w:rsidRDefault="00E94FC9" w:rsidP="00E94FC9">
      <w:pPr>
        <w:pStyle w:val="CMD"/>
      </w:pPr>
      <w:r>
        <w:t>WARNING: You have a RSA keypair already defined named &lt;Default-RSA-Key&gt;.</w:t>
      </w:r>
    </w:p>
    <w:p w:rsidR="00E94FC9" w:rsidRDefault="00E94FC9" w:rsidP="00E94FC9">
      <w:pPr>
        <w:pStyle w:val="CMD"/>
      </w:pPr>
    </w:p>
    <w:p w:rsidR="00E94FC9" w:rsidRDefault="00E94FC9" w:rsidP="00E94FC9">
      <w:pPr>
        <w:pStyle w:val="CMD"/>
        <w:rPr>
          <w:b/>
        </w:rPr>
      </w:pPr>
      <w:r>
        <w:t xml:space="preserve">Do you really want to replace them? [yes/no]: </w:t>
      </w:r>
      <w:r>
        <w:rPr>
          <w:b/>
        </w:rPr>
        <w:t>no</w:t>
      </w:r>
    </w:p>
    <w:p w:rsidR="00DA5BBC" w:rsidRDefault="00E94FC9" w:rsidP="00F55329">
      <w:pPr>
        <w:pStyle w:val="CMD"/>
      </w:pPr>
      <w:r>
        <w:t>ERROR: Failed to create new RSA keys named &lt;Default-RSA-Key&gt;</w:t>
      </w:r>
    </w:p>
    <w:p w:rsidR="00E94FC9" w:rsidRPr="00C74C3C" w:rsidRDefault="00E94FC9" w:rsidP="00E94FC9">
      <w:pPr>
        <w:pStyle w:val="SubStepAlpha"/>
        <w:rPr>
          <w:color w:val="000000"/>
        </w:rPr>
      </w:pPr>
      <w:r w:rsidRPr="009C257B">
        <w:t xml:space="preserve">Configure the ASA to allow SSH </w:t>
      </w:r>
      <w:r w:rsidRPr="00C74C3C">
        <w:t xml:space="preserve">connections from any host on the inside network </w:t>
      </w:r>
      <w:r w:rsidR="00617B89">
        <w:t>(</w:t>
      </w:r>
      <w:r w:rsidRPr="00C74C3C">
        <w:t>192.168.1.0/24</w:t>
      </w:r>
      <w:r w:rsidR="00617B89">
        <w:t>)</w:t>
      </w:r>
      <w:r w:rsidRPr="00C74C3C">
        <w:t xml:space="preserve"> and from t</w:t>
      </w:r>
      <w:r>
        <w:t xml:space="preserve">he </w:t>
      </w:r>
      <w:r w:rsidRPr="00C74C3C">
        <w:t>remote management host at the branch office (172.16.3.3) on the outside network. Set the SSH timeout to 10 minutes (the default is 5 minutes).</w:t>
      </w:r>
    </w:p>
    <w:p w:rsidR="00E94FC9" w:rsidRPr="0065772E" w:rsidRDefault="00E94FC9" w:rsidP="00E94FC9">
      <w:pPr>
        <w:pStyle w:val="CMD"/>
        <w:rPr>
          <w:b/>
        </w:rPr>
      </w:pPr>
      <w:r w:rsidRPr="00C74C3C">
        <w:t xml:space="preserve">CCNAS-ASA(config)# </w:t>
      </w:r>
      <w:r w:rsidRPr="0065772E">
        <w:rPr>
          <w:b/>
        </w:rPr>
        <w:t>ssh 192.168.1.0 255.255.255.0 inside</w:t>
      </w:r>
    </w:p>
    <w:p w:rsidR="00E94FC9" w:rsidRPr="00C74C3C" w:rsidRDefault="00E94FC9" w:rsidP="00E94FC9">
      <w:pPr>
        <w:pStyle w:val="CMD"/>
      </w:pPr>
      <w:r w:rsidRPr="00C74C3C">
        <w:t xml:space="preserve">CCNAS-ASA(config)# </w:t>
      </w:r>
      <w:r w:rsidRPr="0065772E">
        <w:rPr>
          <w:b/>
        </w:rPr>
        <w:t>ss</w:t>
      </w:r>
      <w:r w:rsidR="003005F9">
        <w:rPr>
          <w:b/>
        </w:rPr>
        <w:t>h 172.16.3.3</w:t>
      </w:r>
      <w:r w:rsidRPr="0065772E">
        <w:rPr>
          <w:b/>
        </w:rPr>
        <w:t xml:space="preserve"> 255.255.255.255 outside</w:t>
      </w:r>
    </w:p>
    <w:p w:rsidR="00E94FC9" w:rsidRDefault="00E94FC9" w:rsidP="00E94FC9">
      <w:pPr>
        <w:pStyle w:val="CMD"/>
        <w:rPr>
          <w:b/>
        </w:rPr>
      </w:pPr>
      <w:r w:rsidRPr="00C74C3C">
        <w:t xml:space="preserve">CCNAS-ASA(config)# </w:t>
      </w:r>
      <w:r w:rsidRPr="00104251">
        <w:rPr>
          <w:b/>
        </w:rPr>
        <w:t>ssh timeout 10</w:t>
      </w:r>
    </w:p>
    <w:p w:rsidR="00DD17B1" w:rsidRDefault="00DD17B1" w:rsidP="000967EE">
      <w:pPr>
        <w:pStyle w:val="SubStepAlpha"/>
      </w:pPr>
      <w:r>
        <w:t>Establish an SSH session from PC-C to the ASA (209.165.200.226).</w:t>
      </w:r>
      <w:r w:rsidR="000967EE">
        <w:t xml:space="preserve"> Troubleshoot if it is not successful.</w:t>
      </w:r>
    </w:p>
    <w:p w:rsidR="00DD17B1" w:rsidRDefault="00DD17B1" w:rsidP="000967EE">
      <w:pPr>
        <w:pStyle w:val="CMD"/>
      </w:pPr>
      <w:r>
        <w:t xml:space="preserve">PC&gt; </w:t>
      </w:r>
      <w:r w:rsidRPr="000967EE">
        <w:rPr>
          <w:b/>
        </w:rPr>
        <w:t xml:space="preserve">ssh -l admin </w:t>
      </w:r>
      <w:r w:rsidR="009B766A">
        <w:rPr>
          <w:b/>
        </w:rPr>
        <w:t>209.165.200.226</w:t>
      </w:r>
    </w:p>
    <w:p w:rsidR="00DD17B1" w:rsidRDefault="00DD17B1" w:rsidP="000967EE">
      <w:pPr>
        <w:pStyle w:val="SubStepAlpha"/>
      </w:pPr>
      <w:r>
        <w:t>Establish an SSH session from PC-B to the ASA (192.168.1.1).</w:t>
      </w:r>
      <w:r w:rsidR="000967EE">
        <w:t xml:space="preserve"> Troubleshoot if it is not successful.</w:t>
      </w:r>
    </w:p>
    <w:p w:rsidR="00DD17B1" w:rsidRPr="009C257B" w:rsidRDefault="00DD17B1" w:rsidP="000967EE">
      <w:pPr>
        <w:pStyle w:val="CMD"/>
      </w:pPr>
      <w:r>
        <w:t xml:space="preserve">PC&gt; </w:t>
      </w:r>
      <w:r w:rsidRPr="000967EE">
        <w:rPr>
          <w:b/>
        </w:rPr>
        <w:t>ssh -l admin 192.168.1.1</w:t>
      </w:r>
    </w:p>
    <w:p w:rsidR="00E94FC9" w:rsidRPr="00104251" w:rsidRDefault="00674E02" w:rsidP="00E94FC9">
      <w:pPr>
        <w:pStyle w:val="PartHead"/>
      </w:pPr>
      <w:r w:rsidRPr="00104251">
        <w:t>Configur</w:t>
      </w:r>
      <w:r>
        <w:t>e</w:t>
      </w:r>
      <w:r w:rsidRPr="00104251">
        <w:t xml:space="preserve"> </w:t>
      </w:r>
      <w:r w:rsidR="00E94FC9" w:rsidRPr="00104251">
        <w:t>a DMZ, Static NAT</w:t>
      </w:r>
      <w:r>
        <w:t>,</w:t>
      </w:r>
      <w:r w:rsidR="00E94FC9" w:rsidRPr="00104251">
        <w:t xml:space="preserve"> and ACLs</w:t>
      </w:r>
    </w:p>
    <w:p w:rsidR="00E94FC9" w:rsidRPr="00104251" w:rsidRDefault="00083F72" w:rsidP="00E94FC9">
      <w:pPr>
        <w:pStyle w:val="BodyTextL25"/>
      </w:pPr>
      <w:r w:rsidRPr="000967EE">
        <w:t>R1</w:t>
      </w:r>
      <w:r w:rsidR="00E94FC9" w:rsidRPr="00104251">
        <w:t xml:space="preserve"> </w:t>
      </w:r>
      <w:r w:rsidR="006E225F">
        <w:t>G</w:t>
      </w:r>
      <w:r w:rsidR="00E94FC9" w:rsidRPr="00104251">
        <w:t xml:space="preserve">0/0 and the </w:t>
      </w:r>
      <w:r w:rsidRPr="000967EE">
        <w:t>ASA</w:t>
      </w:r>
      <w:r w:rsidR="00E94FC9" w:rsidRPr="00104251">
        <w:t xml:space="preserve"> outside interface already </w:t>
      </w:r>
      <w:r w:rsidR="00EF655D" w:rsidRPr="00104251">
        <w:t>us</w:t>
      </w:r>
      <w:r w:rsidR="00EF655D">
        <w:t>e</w:t>
      </w:r>
      <w:r w:rsidR="00EF655D" w:rsidRPr="00104251">
        <w:t xml:space="preserve"> </w:t>
      </w:r>
      <w:r w:rsidR="00E94FC9" w:rsidRPr="00104251">
        <w:t>209.165.200.225 and .226</w:t>
      </w:r>
      <w:r w:rsidR="00E94FC9">
        <w:t>, respectively</w:t>
      </w:r>
      <w:r w:rsidR="00E94FC9" w:rsidRPr="00104251">
        <w:t xml:space="preserve">. </w:t>
      </w:r>
      <w:r w:rsidR="00E94FC9">
        <w:t>You will use public address 209.165.200.227 and static NAT to provide address translation access to the server.</w:t>
      </w:r>
    </w:p>
    <w:p w:rsidR="00E94FC9" w:rsidRPr="00EB02C2" w:rsidRDefault="00E94FC9" w:rsidP="00E94FC9">
      <w:pPr>
        <w:pStyle w:val="StepHead"/>
      </w:pPr>
      <w:r w:rsidRPr="00EB02C2">
        <w:t xml:space="preserve">Configure </w:t>
      </w:r>
      <w:r>
        <w:t>the DMZ interface VLAN 3 on the ASA.</w:t>
      </w:r>
    </w:p>
    <w:p w:rsidR="00E94FC9" w:rsidRDefault="00E94FC9" w:rsidP="00E94FC9">
      <w:pPr>
        <w:pStyle w:val="SubStepAlpha"/>
      </w:pPr>
      <w:r>
        <w:t>Configure DMZ VLAN 3</w:t>
      </w:r>
      <w:r w:rsidR="00EF655D">
        <w:t>,</w:t>
      </w:r>
      <w:r>
        <w:t xml:space="preserve"> which is where the public access web server will reside. Assign it IP address 192.168.2.1/24, name it </w:t>
      </w:r>
      <w:r w:rsidRPr="000967EE">
        <w:rPr>
          <w:b/>
        </w:rPr>
        <w:t>dmz</w:t>
      </w:r>
      <w:r w:rsidR="00EF655D">
        <w:t>,</w:t>
      </w:r>
      <w:r>
        <w:t xml:space="preserve"> and assign it a security level of 70. Because the server does not need to initiate communication with the inside users, disable forwarding to interface VLAN 1.</w:t>
      </w:r>
    </w:p>
    <w:p w:rsidR="00E94FC9" w:rsidRPr="005C2CB7" w:rsidRDefault="00E94FC9" w:rsidP="00E94FC9">
      <w:pPr>
        <w:pStyle w:val="CMD"/>
        <w:rPr>
          <w:lang w:val="it-IT"/>
        </w:rPr>
      </w:pPr>
      <w:r w:rsidRPr="005C2CB7">
        <w:rPr>
          <w:lang w:val="it-IT"/>
        </w:rPr>
        <w:t xml:space="preserve">CCNAS-ASA(config)# </w:t>
      </w:r>
      <w:r w:rsidRPr="005C2CB7">
        <w:rPr>
          <w:b/>
          <w:lang w:val="it-IT"/>
        </w:rPr>
        <w:t>interface vlan 3</w:t>
      </w:r>
    </w:p>
    <w:p w:rsidR="00E94FC9" w:rsidRDefault="00E94FC9" w:rsidP="00E94FC9">
      <w:pPr>
        <w:pStyle w:val="CMD"/>
      </w:pPr>
      <w:r w:rsidRPr="00657A40">
        <w:t xml:space="preserve">CCNAS-ASA(config-if)# </w:t>
      </w:r>
      <w:r w:rsidRPr="00020A5E">
        <w:rPr>
          <w:b/>
        </w:rPr>
        <w:t>ip address 192.168.2.1 255.255.255.0</w:t>
      </w:r>
    </w:p>
    <w:p w:rsidR="00E94FC9" w:rsidRDefault="00E94FC9" w:rsidP="00E94FC9">
      <w:pPr>
        <w:pStyle w:val="CMD"/>
      </w:pPr>
      <w:r w:rsidRPr="00657A40">
        <w:t xml:space="preserve">CCNAS-ASA(config-if)# </w:t>
      </w:r>
      <w:r w:rsidRPr="00020A5E">
        <w:rPr>
          <w:b/>
        </w:rPr>
        <w:t>no forward interface vlan 1</w:t>
      </w:r>
    </w:p>
    <w:p w:rsidR="00E94FC9" w:rsidRDefault="00E94FC9" w:rsidP="00E94FC9">
      <w:pPr>
        <w:pStyle w:val="CMD"/>
      </w:pPr>
      <w:r w:rsidRPr="00657A40">
        <w:t xml:space="preserve">CCNAS-ASA(config-if)# </w:t>
      </w:r>
      <w:r w:rsidRPr="003E4ACF">
        <w:rPr>
          <w:b/>
        </w:rPr>
        <w:t>nameif dmz</w:t>
      </w:r>
    </w:p>
    <w:p w:rsidR="00E94FC9" w:rsidRDefault="00E94FC9" w:rsidP="00E94FC9">
      <w:pPr>
        <w:pStyle w:val="CMD"/>
      </w:pPr>
      <w:r w:rsidRPr="006F4709">
        <w:t>INFO: Security level for "dmz" set to 0 by default.</w:t>
      </w:r>
    </w:p>
    <w:p w:rsidR="00E94FC9" w:rsidRDefault="00E94FC9" w:rsidP="00E94FC9">
      <w:pPr>
        <w:pStyle w:val="CMD"/>
      </w:pPr>
      <w:r w:rsidRPr="006F4709">
        <w:t>CCNAS-AS</w:t>
      </w:r>
      <w:r>
        <w:t xml:space="preserve">A(config-if)# </w:t>
      </w:r>
      <w:r w:rsidRPr="00E9784A">
        <w:rPr>
          <w:b/>
        </w:rPr>
        <w:t>security-level 70</w:t>
      </w:r>
    </w:p>
    <w:p w:rsidR="00E94FC9" w:rsidRDefault="00E94FC9" w:rsidP="00E94FC9">
      <w:pPr>
        <w:pStyle w:val="SubStepAlpha"/>
      </w:pPr>
      <w:r w:rsidRPr="006B0825">
        <w:t xml:space="preserve">Assign </w:t>
      </w:r>
      <w:r w:rsidR="00083F72" w:rsidRPr="000967EE">
        <w:t>ASA</w:t>
      </w:r>
      <w:r>
        <w:t xml:space="preserve"> </w:t>
      </w:r>
      <w:r w:rsidRPr="006B0825">
        <w:t>physical interface E0/2 to DMZ VLAN 3</w:t>
      </w:r>
      <w:r>
        <w:t xml:space="preserve"> and enable the interface.</w:t>
      </w:r>
    </w:p>
    <w:p w:rsidR="00E94FC9" w:rsidRPr="006B0825" w:rsidRDefault="00E94FC9" w:rsidP="00E94FC9">
      <w:pPr>
        <w:pStyle w:val="CMD"/>
      </w:pPr>
      <w:r w:rsidRPr="00657A40">
        <w:t>CCNAS-ASA(config-if)#</w:t>
      </w:r>
      <w:r>
        <w:t xml:space="preserve"> </w:t>
      </w:r>
      <w:r w:rsidRPr="006B0825">
        <w:rPr>
          <w:b/>
        </w:rPr>
        <w:t>interface Ethernet0/2</w:t>
      </w:r>
    </w:p>
    <w:p w:rsidR="00E94FC9" w:rsidRDefault="00E94FC9" w:rsidP="00E94FC9">
      <w:pPr>
        <w:pStyle w:val="CMD"/>
      </w:pPr>
      <w:r w:rsidRPr="00657A40">
        <w:t>CCNAS-ASA(config-if)#</w:t>
      </w:r>
      <w:r>
        <w:t xml:space="preserve"> </w:t>
      </w:r>
      <w:r w:rsidRPr="00020A5E">
        <w:rPr>
          <w:b/>
        </w:rPr>
        <w:t>switchport access vlan 3</w:t>
      </w:r>
    </w:p>
    <w:p w:rsidR="00E94FC9" w:rsidRPr="00EF655D" w:rsidRDefault="00AE0883" w:rsidP="00E94FC9">
      <w:pPr>
        <w:pStyle w:val="SubStepAlpha"/>
      </w:pPr>
      <w:r w:rsidRPr="00AE0883">
        <w:t>Use the following verification commands to check your configurations:</w:t>
      </w:r>
    </w:p>
    <w:p w:rsidR="00E94FC9" w:rsidRPr="006105E6" w:rsidRDefault="00EF655D" w:rsidP="00E94FC9">
      <w:pPr>
        <w:pStyle w:val="SubStepNum"/>
        <w:rPr>
          <w:color w:val="000000"/>
          <w:sz w:val="19"/>
          <w:szCs w:val="19"/>
        </w:rPr>
      </w:pPr>
      <w:r>
        <w:t>U</w:t>
      </w:r>
      <w:r w:rsidRPr="006105E6">
        <w:t>s</w:t>
      </w:r>
      <w:r>
        <w:t>e</w:t>
      </w:r>
      <w:r w:rsidRPr="006105E6">
        <w:t xml:space="preserve"> the </w:t>
      </w:r>
      <w:r w:rsidRPr="00926797">
        <w:rPr>
          <w:b/>
        </w:rPr>
        <w:t>show interface ip brief</w:t>
      </w:r>
      <w:r>
        <w:t xml:space="preserve"> command</w:t>
      </w:r>
      <w:r w:rsidRPr="006105E6">
        <w:t xml:space="preserve"> </w:t>
      </w:r>
      <w:r>
        <w:t>to d</w:t>
      </w:r>
      <w:r w:rsidR="00E94FC9" w:rsidRPr="006105E6">
        <w:t xml:space="preserve">isplay the status for all </w:t>
      </w:r>
      <w:r w:rsidR="00083F72" w:rsidRPr="000967EE">
        <w:t>ASA</w:t>
      </w:r>
      <w:r w:rsidR="00E94FC9" w:rsidRPr="006105E6">
        <w:t xml:space="preserve"> interfaces</w:t>
      </w:r>
      <w:r w:rsidR="00DF7D8C">
        <w:t>.</w:t>
      </w:r>
    </w:p>
    <w:p w:rsidR="00E94FC9" w:rsidRPr="006105E6" w:rsidRDefault="00EF655D" w:rsidP="00E94FC9">
      <w:pPr>
        <w:pStyle w:val="SubStepNum"/>
        <w:rPr>
          <w:rFonts w:cs="Arial"/>
          <w:color w:val="000000"/>
          <w:sz w:val="19"/>
          <w:szCs w:val="19"/>
        </w:rPr>
      </w:pPr>
      <w:r>
        <w:t>U</w:t>
      </w:r>
      <w:r w:rsidRPr="006105E6">
        <w:t>s</w:t>
      </w:r>
      <w:r>
        <w:t>e</w:t>
      </w:r>
      <w:r w:rsidRPr="006105E6">
        <w:t xml:space="preserve"> the </w:t>
      </w:r>
      <w:r w:rsidRPr="00926797">
        <w:rPr>
          <w:b/>
        </w:rPr>
        <w:t>show ip address</w:t>
      </w:r>
      <w:r w:rsidRPr="006105E6">
        <w:t xml:space="preserve"> command </w:t>
      </w:r>
      <w:r>
        <w:t>to d</w:t>
      </w:r>
      <w:r w:rsidR="00E94FC9" w:rsidRPr="006105E6">
        <w:t>isplay the information for the Layer 3 VLAN interfaces.</w:t>
      </w:r>
    </w:p>
    <w:p w:rsidR="00E94FC9" w:rsidRPr="00C17FE4" w:rsidRDefault="00E94FC9" w:rsidP="00E94FC9">
      <w:pPr>
        <w:pStyle w:val="SubStepNum"/>
        <w:rPr>
          <w:rFonts w:cs="Arial"/>
          <w:color w:val="000000"/>
          <w:sz w:val="19"/>
          <w:szCs w:val="19"/>
        </w:rPr>
      </w:pPr>
      <w:r>
        <w:t xml:space="preserve">Use </w:t>
      </w:r>
      <w:r w:rsidRPr="006C5DD7">
        <w:t>the</w:t>
      </w:r>
      <w:r w:rsidRPr="00926797">
        <w:rPr>
          <w:b/>
        </w:rPr>
        <w:t xml:space="preserve"> show switch vlan</w:t>
      </w:r>
      <w:r w:rsidRPr="008F329B">
        <w:rPr>
          <w:rFonts w:cs="Arial"/>
        </w:rPr>
        <w:t xml:space="preserve"> command </w:t>
      </w:r>
      <w:r>
        <w:t xml:space="preserve">to display the inside and outside VLANs configured on the </w:t>
      </w:r>
      <w:r w:rsidR="00083F72" w:rsidRPr="000967EE">
        <w:t>ASA</w:t>
      </w:r>
      <w:r>
        <w:t xml:space="preserve"> and to display the assigned ports.</w:t>
      </w:r>
    </w:p>
    <w:p w:rsidR="00E94FC9" w:rsidRPr="00EB02C2" w:rsidRDefault="00E94FC9" w:rsidP="00E94FC9">
      <w:pPr>
        <w:pStyle w:val="StepHead"/>
      </w:pPr>
      <w:r w:rsidRPr="00EB02C2">
        <w:t xml:space="preserve">Configure </w:t>
      </w:r>
      <w:r>
        <w:t>static NAT to the DMZ server using a network object.</w:t>
      </w:r>
    </w:p>
    <w:p w:rsidR="00E94FC9" w:rsidRDefault="00E94FC9" w:rsidP="00E94FC9">
      <w:pPr>
        <w:pStyle w:val="BodyTextL25"/>
      </w:pPr>
      <w:r>
        <w:t xml:space="preserve">Configure a network object named </w:t>
      </w:r>
      <w:r w:rsidRPr="000967EE">
        <w:rPr>
          <w:b/>
        </w:rPr>
        <w:t>dmz-server</w:t>
      </w:r>
      <w:r>
        <w:t xml:space="preserve"> and assign it the static IP address of the </w:t>
      </w:r>
      <w:r w:rsidR="00083F72" w:rsidRPr="000967EE">
        <w:t>DMZ</w:t>
      </w:r>
      <w:r>
        <w:t xml:space="preserve"> server (192.168.2.3). While in object definition mode, use the </w:t>
      </w:r>
      <w:r w:rsidRPr="00020A5E">
        <w:rPr>
          <w:b/>
        </w:rPr>
        <w:t>nat</w:t>
      </w:r>
      <w:r>
        <w:t xml:space="preserve"> command to specify that this object is used to translate a DMZ address to an outside address using static NAT</w:t>
      </w:r>
      <w:r w:rsidR="00EF655D">
        <w:t>,</w:t>
      </w:r>
      <w:r>
        <w:t xml:space="preserve"> and specify a public translated address of 209.165.200.227.</w:t>
      </w:r>
    </w:p>
    <w:p w:rsidR="00E94FC9" w:rsidRPr="00A90C49" w:rsidRDefault="00E94FC9" w:rsidP="00E94FC9">
      <w:pPr>
        <w:pStyle w:val="CMD"/>
      </w:pPr>
      <w:r w:rsidRPr="00A90C49">
        <w:t xml:space="preserve">CCNAS-ASA(config)# </w:t>
      </w:r>
      <w:r w:rsidRPr="00020A5E">
        <w:rPr>
          <w:b/>
        </w:rPr>
        <w:t>object network dmz-server</w:t>
      </w:r>
    </w:p>
    <w:p w:rsidR="00E94FC9" w:rsidRPr="00AE75D2" w:rsidRDefault="00E94FC9" w:rsidP="00E94FC9">
      <w:pPr>
        <w:pStyle w:val="CMD"/>
        <w:rPr>
          <w:b/>
        </w:rPr>
      </w:pPr>
      <w:r w:rsidRPr="00A90C49">
        <w:t xml:space="preserve">CCNAS-ASA(config-network-object)# </w:t>
      </w:r>
      <w:r w:rsidRPr="00AE75D2">
        <w:rPr>
          <w:b/>
        </w:rPr>
        <w:t>host 192.168.2.3</w:t>
      </w:r>
    </w:p>
    <w:p w:rsidR="00E94FC9" w:rsidRDefault="00E94FC9" w:rsidP="00E94FC9">
      <w:pPr>
        <w:pStyle w:val="CMD"/>
        <w:rPr>
          <w:b/>
        </w:rPr>
      </w:pPr>
      <w:r w:rsidRPr="00A90C49">
        <w:t xml:space="preserve">CCNAS-ASA(config-network-object)# </w:t>
      </w:r>
      <w:r w:rsidRPr="00020A5E">
        <w:rPr>
          <w:b/>
        </w:rPr>
        <w:t>nat (dmz,outside) static 209.165.200.227</w:t>
      </w:r>
    </w:p>
    <w:p w:rsidR="00E94FC9" w:rsidRPr="00A90C49" w:rsidRDefault="00E94FC9" w:rsidP="00E94FC9">
      <w:pPr>
        <w:pStyle w:val="CMD"/>
      </w:pPr>
      <w:r w:rsidRPr="00A90C49">
        <w:t xml:space="preserve">CCNAS-ASA(config-network-object)# </w:t>
      </w:r>
      <w:r>
        <w:rPr>
          <w:b/>
        </w:rPr>
        <w:t>exit</w:t>
      </w:r>
    </w:p>
    <w:p w:rsidR="00E94FC9" w:rsidRPr="00EB02C2" w:rsidRDefault="00E94FC9" w:rsidP="00E94FC9">
      <w:pPr>
        <w:pStyle w:val="StepHead"/>
      </w:pPr>
      <w:r w:rsidRPr="00EB02C2">
        <w:t xml:space="preserve">Configure </w:t>
      </w:r>
      <w:r>
        <w:t>an ACL to allow access to the DMZ server from the Internet.</w:t>
      </w:r>
    </w:p>
    <w:p w:rsidR="00E94FC9" w:rsidRPr="00AF22D0" w:rsidRDefault="00E94FC9" w:rsidP="00E94FC9">
      <w:pPr>
        <w:pStyle w:val="BodyTextL25"/>
      </w:pPr>
      <w:r>
        <w:t xml:space="preserve">Configure a named access list </w:t>
      </w:r>
      <w:r w:rsidR="00AE0883" w:rsidRPr="000967EE">
        <w:rPr>
          <w:b/>
        </w:rPr>
        <w:t>OUTSIDE-DMZ</w:t>
      </w:r>
      <w:r>
        <w:t xml:space="preserve"> that permits the TCP protocol on port 80 from any external host to </w:t>
      </w:r>
      <w:r w:rsidRPr="00AF22D0">
        <w:t xml:space="preserve">the internal IP address of the DMZ server. Apply the access list to the </w:t>
      </w:r>
      <w:r w:rsidR="00083F72" w:rsidRPr="000967EE">
        <w:t>ASA</w:t>
      </w:r>
      <w:r w:rsidRPr="00AF22D0">
        <w:t xml:space="preserve"> outside interface in the “IN” direction.</w:t>
      </w:r>
    </w:p>
    <w:p w:rsidR="00CA1F0A" w:rsidRPr="00AF22D0" w:rsidRDefault="00CA1F0A" w:rsidP="00CA1F0A">
      <w:pPr>
        <w:pStyle w:val="CMD"/>
      </w:pPr>
      <w:r w:rsidRPr="00AF22D0">
        <w:t xml:space="preserve">CCNAS-ASA(config)# </w:t>
      </w:r>
      <w:r w:rsidRPr="00020A5E">
        <w:rPr>
          <w:b/>
        </w:rPr>
        <w:t>a</w:t>
      </w:r>
      <w:r>
        <w:rPr>
          <w:b/>
        </w:rPr>
        <w:t>ccess-list OUTSIDE-DMZ permit icmp</w:t>
      </w:r>
      <w:r w:rsidRPr="00020A5E">
        <w:rPr>
          <w:b/>
        </w:rPr>
        <w:t xml:space="preserve"> any host 192.168.2.3</w:t>
      </w:r>
    </w:p>
    <w:p w:rsidR="00E94FC9" w:rsidRDefault="00E94FC9" w:rsidP="00E94FC9">
      <w:pPr>
        <w:pStyle w:val="CMD"/>
        <w:rPr>
          <w:b/>
        </w:rPr>
      </w:pPr>
      <w:r w:rsidRPr="00AF22D0">
        <w:t xml:space="preserve">CCNAS-ASA(config)# </w:t>
      </w:r>
      <w:r w:rsidRPr="00020A5E">
        <w:rPr>
          <w:b/>
        </w:rPr>
        <w:t>a</w:t>
      </w:r>
      <w:r>
        <w:rPr>
          <w:b/>
        </w:rPr>
        <w:t>ccess-list OUTSIDE-DMZ permit tcp</w:t>
      </w:r>
      <w:r w:rsidRPr="00020A5E">
        <w:rPr>
          <w:b/>
        </w:rPr>
        <w:t xml:space="preserve"> any host 192.168.2.3</w:t>
      </w:r>
      <w:r>
        <w:rPr>
          <w:b/>
        </w:rPr>
        <w:t xml:space="preserve"> eq 80</w:t>
      </w:r>
    </w:p>
    <w:p w:rsidR="00E94FC9" w:rsidRPr="00AF22D0" w:rsidRDefault="00E94FC9" w:rsidP="00E94FC9">
      <w:pPr>
        <w:pStyle w:val="CMD"/>
      </w:pPr>
      <w:r w:rsidRPr="00AF22D0">
        <w:t xml:space="preserve">CCNAS-ASA(config)# </w:t>
      </w:r>
      <w:r w:rsidRPr="00020A5E">
        <w:rPr>
          <w:b/>
        </w:rPr>
        <w:t>access-group OUTSIDE-DMZ in interface outside</w:t>
      </w:r>
    </w:p>
    <w:p w:rsidR="00E94FC9" w:rsidRDefault="00E94FC9" w:rsidP="00E94FC9">
      <w:pPr>
        <w:pStyle w:val="BodyTextL25"/>
      </w:pPr>
      <w:r w:rsidRPr="00D34226">
        <w:rPr>
          <w:b/>
        </w:rPr>
        <w:t>Note</w:t>
      </w:r>
      <w:r w:rsidRPr="00020A5E">
        <w:t>:</w:t>
      </w:r>
      <w:r>
        <w:t xml:space="preserve"> Unlike IOS ACLs, the </w:t>
      </w:r>
      <w:r w:rsidR="00083F72" w:rsidRPr="000967EE">
        <w:t>ASA</w:t>
      </w:r>
      <w:r>
        <w:t xml:space="preserve"> ACL </w:t>
      </w:r>
      <w:r w:rsidRPr="000967EE">
        <w:t>permit</w:t>
      </w:r>
      <w:r>
        <w:t xml:space="preserve"> statement must permit access to the internal private DMZ address. External hosts access the server using its public static NAT address, the </w:t>
      </w:r>
      <w:r w:rsidR="00083F72" w:rsidRPr="000967EE">
        <w:t>ASA</w:t>
      </w:r>
      <w:r>
        <w:t xml:space="preserve"> translates it to the internal host IP address</w:t>
      </w:r>
      <w:r w:rsidR="00617B89">
        <w:t>,</w:t>
      </w:r>
      <w:r>
        <w:t xml:space="preserve"> and </w:t>
      </w:r>
      <w:r w:rsidR="00617B89">
        <w:t xml:space="preserve">then </w:t>
      </w:r>
      <w:r>
        <w:t>applies the ACL.</w:t>
      </w:r>
    </w:p>
    <w:p w:rsidR="00E94FC9" w:rsidRPr="00EB02C2" w:rsidRDefault="00E94FC9" w:rsidP="00E94FC9">
      <w:pPr>
        <w:pStyle w:val="StepHead"/>
      </w:pPr>
      <w:r>
        <w:t>Test access to the DMZ server</w:t>
      </w:r>
      <w:r>
        <w:rPr>
          <w:rFonts w:cs="Arial"/>
        </w:rPr>
        <w:t>.</w:t>
      </w:r>
    </w:p>
    <w:p w:rsidR="00E94FC9" w:rsidRDefault="00E94FC9" w:rsidP="00E94FC9">
      <w:pPr>
        <w:pStyle w:val="BodyTextL25"/>
      </w:pPr>
      <w:r>
        <w:t>At the time this Packet Tracer activity was created, the ability to successfully test outside access to the DMZ web server was not in place</w:t>
      </w:r>
      <w:r w:rsidR="00EF655D">
        <w:t xml:space="preserve">; </w:t>
      </w:r>
      <w:r>
        <w:t>therefore</w:t>
      </w:r>
      <w:r w:rsidR="00EF655D">
        <w:t>,</w:t>
      </w:r>
      <w:r>
        <w:t xml:space="preserve"> succ</w:t>
      </w:r>
      <w:r w:rsidR="00DF7D8C">
        <w:t>essful testing is not required.</w:t>
      </w:r>
    </w:p>
    <w:p w:rsidR="00E94FC9" w:rsidRDefault="00E94FC9" w:rsidP="00E94FC9">
      <w:pPr>
        <w:pStyle w:val="StepHead"/>
      </w:pPr>
      <w:r>
        <w:t>Check results.</w:t>
      </w:r>
    </w:p>
    <w:p w:rsidR="00E94FC9" w:rsidRDefault="00E94FC9" w:rsidP="00E94FC9">
      <w:pPr>
        <w:pStyle w:val="BodyTextL25"/>
      </w:pPr>
      <w:r w:rsidRPr="008B7387">
        <w:t xml:space="preserve">Your completion percentage should be </w:t>
      </w:r>
      <w:r>
        <w:t xml:space="preserve">100%. </w:t>
      </w:r>
      <w:r w:rsidRPr="008B7387">
        <w:t xml:space="preserve">Click </w:t>
      </w:r>
      <w:r w:rsidR="00083F72" w:rsidRPr="00083F72">
        <w:rPr>
          <w:b/>
        </w:rPr>
        <w:t>Check Results</w:t>
      </w:r>
      <w:r w:rsidRPr="00C5504D">
        <w:t xml:space="preserve"> </w:t>
      </w:r>
      <w:r w:rsidRPr="008B7387">
        <w:t xml:space="preserve">to </w:t>
      </w:r>
      <w:r>
        <w:t xml:space="preserve">see </w:t>
      </w:r>
      <w:r w:rsidRPr="008B7387">
        <w:t>fee</w:t>
      </w:r>
      <w:r>
        <w:t>d</w:t>
      </w:r>
      <w:r w:rsidRPr="008B7387">
        <w:t>back and verificati</w:t>
      </w:r>
      <w:r>
        <w:t xml:space="preserve">on of which required components </w:t>
      </w:r>
      <w:r w:rsidRPr="008B7387">
        <w:t>have been completed.</w:t>
      </w:r>
      <w:bookmarkStart w:id="0" w:name="_GoBack"/>
      <w:bookmarkEnd w:id="0"/>
    </w:p>
    <w:sectPr w:rsidR="00E94FC9"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3B1" w:rsidRDefault="000903B1" w:rsidP="0090659A">
      <w:pPr>
        <w:spacing w:after="0" w:line="240" w:lineRule="auto"/>
      </w:pPr>
      <w:r>
        <w:separator/>
      </w:r>
    </w:p>
    <w:p w:rsidR="000903B1" w:rsidRDefault="000903B1"/>
    <w:p w:rsidR="000903B1" w:rsidRDefault="000903B1"/>
    <w:p w:rsidR="000903B1" w:rsidRDefault="000903B1"/>
    <w:p w:rsidR="000903B1" w:rsidRDefault="000903B1"/>
    <w:p w:rsidR="000903B1" w:rsidRDefault="000903B1"/>
  </w:endnote>
  <w:endnote w:type="continuationSeparator" w:id="0">
    <w:p w:rsidR="000903B1" w:rsidRDefault="000903B1" w:rsidP="0090659A">
      <w:pPr>
        <w:spacing w:after="0" w:line="240" w:lineRule="auto"/>
      </w:pPr>
      <w:r>
        <w:continuationSeparator/>
      </w:r>
    </w:p>
    <w:p w:rsidR="000903B1" w:rsidRDefault="000903B1"/>
    <w:p w:rsidR="000903B1" w:rsidRDefault="000903B1"/>
    <w:p w:rsidR="000903B1" w:rsidRDefault="000903B1"/>
    <w:p w:rsidR="000903B1" w:rsidRDefault="000903B1"/>
    <w:p w:rsidR="000903B1" w:rsidRDefault="000903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DAJE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4" w:rsidRPr="00231DCA" w:rsidRDefault="00AC5BE4" w:rsidP="00231DCA">
    <w:pPr>
      <w:pStyle w:val="Footer"/>
      <w:rPr>
        <w:szCs w:val="16"/>
      </w:rPr>
    </w:pPr>
    <w:r w:rsidRPr="002A244B">
      <w:t xml:space="preserve">© </w:t>
    </w:r>
    <w:r>
      <w:fldChar w:fldCharType="begin"/>
    </w:r>
    <w:r>
      <w:instrText xml:space="preserve"> DATE  \@ "yyyy"  \* MERGEFORMAT </w:instrText>
    </w:r>
    <w:r>
      <w:fldChar w:fldCharType="separate"/>
    </w:r>
    <w:r w:rsidR="00B81F93">
      <w:rPr>
        <w:noProof/>
      </w:rPr>
      <w:t>2015</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81F93">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81F93">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4" w:rsidRPr="008402F2" w:rsidRDefault="00AC5BE4" w:rsidP="008402F2">
    <w:pPr>
      <w:pStyle w:val="Footer"/>
      <w:rPr>
        <w:szCs w:val="16"/>
      </w:rPr>
    </w:pPr>
    <w:r w:rsidRPr="002A244B">
      <w:t xml:space="preserve">© </w:t>
    </w:r>
    <w:r>
      <w:fldChar w:fldCharType="begin"/>
    </w:r>
    <w:r>
      <w:instrText xml:space="preserve"> DATE  \@ "yyyy"  \* MERGEFORMAT </w:instrText>
    </w:r>
    <w:r>
      <w:fldChar w:fldCharType="separate"/>
    </w:r>
    <w:r w:rsidR="00B81F93">
      <w:rPr>
        <w:noProof/>
      </w:rPr>
      <w:t>2015</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903B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903B1">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3B1" w:rsidRDefault="000903B1" w:rsidP="0090659A">
      <w:pPr>
        <w:spacing w:after="0" w:line="240" w:lineRule="auto"/>
      </w:pPr>
      <w:r>
        <w:separator/>
      </w:r>
    </w:p>
    <w:p w:rsidR="000903B1" w:rsidRDefault="000903B1"/>
    <w:p w:rsidR="000903B1" w:rsidRDefault="000903B1"/>
    <w:p w:rsidR="000903B1" w:rsidRDefault="000903B1"/>
    <w:p w:rsidR="000903B1" w:rsidRDefault="000903B1"/>
    <w:p w:rsidR="000903B1" w:rsidRDefault="000903B1"/>
  </w:footnote>
  <w:footnote w:type="continuationSeparator" w:id="0">
    <w:p w:rsidR="000903B1" w:rsidRDefault="000903B1" w:rsidP="0090659A">
      <w:pPr>
        <w:spacing w:after="0" w:line="240" w:lineRule="auto"/>
      </w:pPr>
      <w:r>
        <w:continuationSeparator/>
      </w:r>
    </w:p>
    <w:p w:rsidR="000903B1" w:rsidRDefault="000903B1"/>
    <w:p w:rsidR="000903B1" w:rsidRDefault="000903B1"/>
    <w:p w:rsidR="000903B1" w:rsidRDefault="000903B1"/>
    <w:p w:rsidR="000903B1" w:rsidRDefault="000903B1"/>
    <w:p w:rsidR="000903B1" w:rsidRDefault="000903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4" w:rsidRDefault="00AC5BE4" w:rsidP="008402F2">
    <w:pPr>
      <w:pStyle w:val="PageHead"/>
    </w:pPr>
    <w:r>
      <w:t xml:space="preserve">Packet Tracer - </w:t>
    </w:r>
    <w:r w:rsidRPr="00C22421">
      <w:t>Configuring ASA Basic Settings and Firewall Using CLI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BE4" w:rsidRDefault="00AC5BE4">
    <w:r>
      <w:rPr>
        <w:noProof/>
      </w:rPr>
      <w:drawing>
        <wp:anchor distT="0" distB="0" distL="114300" distR="114300" simplePos="0" relativeHeight="251657728" behindDoc="0" locked="0" layoutInCell="1" allowOverlap="1" wp14:anchorId="62F3C560" wp14:editId="3CE7F0B5">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p w:rsidR="00AC5BE4" w:rsidRDefault="00AC5B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0CE784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7398136E"/>
    <w:styleLink w:val="PartStepSubStepList"/>
    <w:lvl w:ilvl="0">
      <w:start w:val="1"/>
      <w:numFmt w:val="decimal"/>
      <w:pStyle w:val="PartHead"/>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CD10364"/>
    <w:multiLevelType w:val="hybridMultilevel"/>
    <w:tmpl w:val="78B6650C"/>
    <w:lvl w:ilvl="0" w:tplc="467C7C26">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0"/>
  </w:num>
  <w:num w:numId="4">
    <w:abstractNumId w:val="1"/>
  </w:num>
  <w:num w:numId="5">
    <w:abstractNumId w:val="1"/>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1"/>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awsDQzMjA3tzQFEko6SsGpxcWZ+XkgBRa1APRkNQMsAAAA"/>
  </w:docVars>
  <w:rsids>
    <w:rsidRoot w:val="002E34AB"/>
    <w:rsid w:val="00001BDF"/>
    <w:rsid w:val="0000380F"/>
    <w:rsid w:val="00004175"/>
    <w:rsid w:val="000059C9"/>
    <w:rsid w:val="00012C22"/>
    <w:rsid w:val="000160F7"/>
    <w:rsid w:val="00016D5B"/>
    <w:rsid w:val="00016F30"/>
    <w:rsid w:val="00017273"/>
    <w:rsid w:val="0002047C"/>
    <w:rsid w:val="00020A5E"/>
    <w:rsid w:val="00021B9A"/>
    <w:rsid w:val="00021F6B"/>
    <w:rsid w:val="000242D6"/>
    <w:rsid w:val="00024EE5"/>
    <w:rsid w:val="0003215A"/>
    <w:rsid w:val="00032701"/>
    <w:rsid w:val="000419D4"/>
    <w:rsid w:val="00041AF6"/>
    <w:rsid w:val="00044E62"/>
    <w:rsid w:val="00046742"/>
    <w:rsid w:val="00050BA4"/>
    <w:rsid w:val="00051738"/>
    <w:rsid w:val="00052548"/>
    <w:rsid w:val="00060696"/>
    <w:rsid w:val="00064600"/>
    <w:rsid w:val="00067A67"/>
    <w:rsid w:val="00072A16"/>
    <w:rsid w:val="000769CF"/>
    <w:rsid w:val="00076EA1"/>
    <w:rsid w:val="000815D8"/>
    <w:rsid w:val="00083F72"/>
    <w:rsid w:val="00084C99"/>
    <w:rsid w:val="00085CC6"/>
    <w:rsid w:val="000871BF"/>
    <w:rsid w:val="000903B1"/>
    <w:rsid w:val="00090C07"/>
    <w:rsid w:val="00091058"/>
    <w:rsid w:val="0009147A"/>
    <w:rsid w:val="00091E8D"/>
    <w:rsid w:val="0009378D"/>
    <w:rsid w:val="000967EE"/>
    <w:rsid w:val="00097163"/>
    <w:rsid w:val="000A22C8"/>
    <w:rsid w:val="000B2344"/>
    <w:rsid w:val="000B7DE5"/>
    <w:rsid w:val="000C2118"/>
    <w:rsid w:val="000C6E6E"/>
    <w:rsid w:val="000D12AE"/>
    <w:rsid w:val="000D55B4"/>
    <w:rsid w:val="000D779A"/>
    <w:rsid w:val="000E0DBD"/>
    <w:rsid w:val="000E65F0"/>
    <w:rsid w:val="000E6909"/>
    <w:rsid w:val="000F072C"/>
    <w:rsid w:val="000F6743"/>
    <w:rsid w:val="001006C2"/>
    <w:rsid w:val="00101BE8"/>
    <w:rsid w:val="00106846"/>
    <w:rsid w:val="00107B2B"/>
    <w:rsid w:val="00112AC5"/>
    <w:rsid w:val="001133DD"/>
    <w:rsid w:val="00120CBE"/>
    <w:rsid w:val="00121BAE"/>
    <w:rsid w:val="0012245A"/>
    <w:rsid w:val="00122858"/>
    <w:rsid w:val="001253E0"/>
    <w:rsid w:val="001261C4"/>
    <w:rsid w:val="001314FB"/>
    <w:rsid w:val="001331C5"/>
    <w:rsid w:val="001366EC"/>
    <w:rsid w:val="0014219C"/>
    <w:rsid w:val="001425ED"/>
    <w:rsid w:val="00143450"/>
    <w:rsid w:val="00144997"/>
    <w:rsid w:val="001523C0"/>
    <w:rsid w:val="001535FE"/>
    <w:rsid w:val="00154E3A"/>
    <w:rsid w:val="00157902"/>
    <w:rsid w:val="00162EEA"/>
    <w:rsid w:val="00163164"/>
    <w:rsid w:val="00166253"/>
    <w:rsid w:val="001704B7"/>
    <w:rsid w:val="001710C0"/>
    <w:rsid w:val="00172AFB"/>
    <w:rsid w:val="001772B8"/>
    <w:rsid w:val="00180FBF"/>
    <w:rsid w:val="00181B8E"/>
    <w:rsid w:val="00182CF4"/>
    <w:rsid w:val="00186CE1"/>
    <w:rsid w:val="00191F00"/>
    <w:rsid w:val="00192F12"/>
    <w:rsid w:val="0019344E"/>
    <w:rsid w:val="00193F14"/>
    <w:rsid w:val="00197614"/>
    <w:rsid w:val="001A0312"/>
    <w:rsid w:val="001A1191"/>
    <w:rsid w:val="001A15DA"/>
    <w:rsid w:val="001A2694"/>
    <w:rsid w:val="001A3CC7"/>
    <w:rsid w:val="001A67A4"/>
    <w:rsid w:val="001A69AC"/>
    <w:rsid w:val="001A7A0D"/>
    <w:rsid w:val="001B001F"/>
    <w:rsid w:val="001B0E1F"/>
    <w:rsid w:val="001B1120"/>
    <w:rsid w:val="001B3AA2"/>
    <w:rsid w:val="001B67D8"/>
    <w:rsid w:val="001B6F95"/>
    <w:rsid w:val="001C05A1"/>
    <w:rsid w:val="001C1D9E"/>
    <w:rsid w:val="001C5998"/>
    <w:rsid w:val="001C7C3B"/>
    <w:rsid w:val="001D5B6F"/>
    <w:rsid w:val="001E0AB8"/>
    <w:rsid w:val="001E38E0"/>
    <w:rsid w:val="001E4E72"/>
    <w:rsid w:val="001E62B3"/>
    <w:rsid w:val="001F0171"/>
    <w:rsid w:val="001F0D77"/>
    <w:rsid w:val="001F6DDF"/>
    <w:rsid w:val="001F7DD8"/>
    <w:rsid w:val="00201928"/>
    <w:rsid w:val="00203E26"/>
    <w:rsid w:val="0020449C"/>
    <w:rsid w:val="00207FD5"/>
    <w:rsid w:val="002113B8"/>
    <w:rsid w:val="00215665"/>
    <w:rsid w:val="002163BB"/>
    <w:rsid w:val="0021792C"/>
    <w:rsid w:val="002240AB"/>
    <w:rsid w:val="00225E37"/>
    <w:rsid w:val="00231DCA"/>
    <w:rsid w:val="00242E3A"/>
    <w:rsid w:val="002506CF"/>
    <w:rsid w:val="0025107F"/>
    <w:rsid w:val="00256D43"/>
    <w:rsid w:val="00257A63"/>
    <w:rsid w:val="00260CD4"/>
    <w:rsid w:val="002639D8"/>
    <w:rsid w:val="00265F77"/>
    <w:rsid w:val="00266C83"/>
    <w:rsid w:val="002768DC"/>
    <w:rsid w:val="00283AEA"/>
    <w:rsid w:val="0029228C"/>
    <w:rsid w:val="00294C8F"/>
    <w:rsid w:val="002A2F5C"/>
    <w:rsid w:val="002A4815"/>
    <w:rsid w:val="002A6C56"/>
    <w:rsid w:val="002B268A"/>
    <w:rsid w:val="002B54C6"/>
    <w:rsid w:val="002B5A05"/>
    <w:rsid w:val="002B5C37"/>
    <w:rsid w:val="002C090C"/>
    <w:rsid w:val="002C1243"/>
    <w:rsid w:val="002C1815"/>
    <w:rsid w:val="002C475E"/>
    <w:rsid w:val="002C6AD6"/>
    <w:rsid w:val="002D05DE"/>
    <w:rsid w:val="002D18AE"/>
    <w:rsid w:val="002D6C2A"/>
    <w:rsid w:val="002D7A86"/>
    <w:rsid w:val="002E34AB"/>
    <w:rsid w:val="002F45FF"/>
    <w:rsid w:val="002F6D17"/>
    <w:rsid w:val="003005F9"/>
    <w:rsid w:val="00302887"/>
    <w:rsid w:val="003055B5"/>
    <w:rsid w:val="003056EB"/>
    <w:rsid w:val="0030625D"/>
    <w:rsid w:val="003071FF"/>
    <w:rsid w:val="00310652"/>
    <w:rsid w:val="003108FD"/>
    <w:rsid w:val="0031371D"/>
    <w:rsid w:val="0031789F"/>
    <w:rsid w:val="00320788"/>
    <w:rsid w:val="003233A3"/>
    <w:rsid w:val="0034455D"/>
    <w:rsid w:val="0034604B"/>
    <w:rsid w:val="00346D17"/>
    <w:rsid w:val="00347972"/>
    <w:rsid w:val="0035469B"/>
    <w:rsid w:val="003559CC"/>
    <w:rsid w:val="003569D7"/>
    <w:rsid w:val="00357039"/>
    <w:rsid w:val="003608AC"/>
    <w:rsid w:val="00363A23"/>
    <w:rsid w:val="0036465A"/>
    <w:rsid w:val="00364DEE"/>
    <w:rsid w:val="00390C38"/>
    <w:rsid w:val="00390D33"/>
    <w:rsid w:val="00392748"/>
    <w:rsid w:val="00392C65"/>
    <w:rsid w:val="00392ED5"/>
    <w:rsid w:val="00395EA9"/>
    <w:rsid w:val="003A0F51"/>
    <w:rsid w:val="003A19DC"/>
    <w:rsid w:val="003A1B45"/>
    <w:rsid w:val="003A220C"/>
    <w:rsid w:val="003A2E91"/>
    <w:rsid w:val="003B46FC"/>
    <w:rsid w:val="003B5767"/>
    <w:rsid w:val="003B70CA"/>
    <w:rsid w:val="003B74A8"/>
    <w:rsid w:val="003B7605"/>
    <w:rsid w:val="003B771D"/>
    <w:rsid w:val="003C08AA"/>
    <w:rsid w:val="003C2A7B"/>
    <w:rsid w:val="003C49EF"/>
    <w:rsid w:val="003C6BCA"/>
    <w:rsid w:val="003C7902"/>
    <w:rsid w:val="003D0BFF"/>
    <w:rsid w:val="003D6EF1"/>
    <w:rsid w:val="003E5BE5"/>
    <w:rsid w:val="003E7077"/>
    <w:rsid w:val="003F18D1"/>
    <w:rsid w:val="003F20EC"/>
    <w:rsid w:val="003F4F0E"/>
    <w:rsid w:val="003F6096"/>
    <w:rsid w:val="003F6E06"/>
    <w:rsid w:val="00403C7A"/>
    <w:rsid w:val="004057A6"/>
    <w:rsid w:val="00406554"/>
    <w:rsid w:val="004131B0"/>
    <w:rsid w:val="00416C42"/>
    <w:rsid w:val="00422476"/>
    <w:rsid w:val="0042385C"/>
    <w:rsid w:val="00431654"/>
    <w:rsid w:val="00434926"/>
    <w:rsid w:val="0044049A"/>
    <w:rsid w:val="00443ACE"/>
    <w:rsid w:val="00444217"/>
    <w:rsid w:val="004448F8"/>
    <w:rsid w:val="004478F4"/>
    <w:rsid w:val="00450F7A"/>
    <w:rsid w:val="00452C6D"/>
    <w:rsid w:val="00455E0B"/>
    <w:rsid w:val="00462B9F"/>
    <w:rsid w:val="004659EE"/>
    <w:rsid w:val="00471FDB"/>
    <w:rsid w:val="00473E34"/>
    <w:rsid w:val="00476BA9"/>
    <w:rsid w:val="00486350"/>
    <w:rsid w:val="004936C2"/>
    <w:rsid w:val="0049379C"/>
    <w:rsid w:val="004A06FC"/>
    <w:rsid w:val="004A1BD0"/>
    <w:rsid w:val="004A1CA0"/>
    <w:rsid w:val="004A22E9"/>
    <w:rsid w:val="004A4ACD"/>
    <w:rsid w:val="004A5BC5"/>
    <w:rsid w:val="004A7747"/>
    <w:rsid w:val="004B023D"/>
    <w:rsid w:val="004B6B3B"/>
    <w:rsid w:val="004B6EC2"/>
    <w:rsid w:val="004C0909"/>
    <w:rsid w:val="004C3F97"/>
    <w:rsid w:val="004D01F2"/>
    <w:rsid w:val="004D1BF8"/>
    <w:rsid w:val="004D3339"/>
    <w:rsid w:val="004D353F"/>
    <w:rsid w:val="004D36D7"/>
    <w:rsid w:val="004D682B"/>
    <w:rsid w:val="004D694D"/>
    <w:rsid w:val="004E6152"/>
    <w:rsid w:val="004F3174"/>
    <w:rsid w:val="004F344A"/>
    <w:rsid w:val="00504ED4"/>
    <w:rsid w:val="00510639"/>
    <w:rsid w:val="00510CAD"/>
    <w:rsid w:val="00516142"/>
    <w:rsid w:val="00520027"/>
    <w:rsid w:val="0052093C"/>
    <w:rsid w:val="00521B31"/>
    <w:rsid w:val="00522469"/>
    <w:rsid w:val="0052400A"/>
    <w:rsid w:val="0053134F"/>
    <w:rsid w:val="00536277"/>
    <w:rsid w:val="00536F43"/>
    <w:rsid w:val="0054001E"/>
    <w:rsid w:val="005510BA"/>
    <w:rsid w:val="005538C8"/>
    <w:rsid w:val="00554B4E"/>
    <w:rsid w:val="00556C02"/>
    <w:rsid w:val="0055703A"/>
    <w:rsid w:val="00561BB2"/>
    <w:rsid w:val="00563249"/>
    <w:rsid w:val="00563785"/>
    <w:rsid w:val="00570A65"/>
    <w:rsid w:val="005762B1"/>
    <w:rsid w:val="00580456"/>
    <w:rsid w:val="00580E73"/>
    <w:rsid w:val="0058488A"/>
    <w:rsid w:val="00593386"/>
    <w:rsid w:val="00596086"/>
    <w:rsid w:val="00596998"/>
    <w:rsid w:val="00597068"/>
    <w:rsid w:val="005A6E62"/>
    <w:rsid w:val="005B2FB3"/>
    <w:rsid w:val="005C1767"/>
    <w:rsid w:val="005C2CB7"/>
    <w:rsid w:val="005D2B29"/>
    <w:rsid w:val="005D354A"/>
    <w:rsid w:val="005D3E53"/>
    <w:rsid w:val="005D506C"/>
    <w:rsid w:val="005E3235"/>
    <w:rsid w:val="005E4176"/>
    <w:rsid w:val="005E4876"/>
    <w:rsid w:val="005E65B5"/>
    <w:rsid w:val="005F3AE9"/>
    <w:rsid w:val="005F4F96"/>
    <w:rsid w:val="006007BB"/>
    <w:rsid w:val="00601DC0"/>
    <w:rsid w:val="006034CB"/>
    <w:rsid w:val="006061F8"/>
    <w:rsid w:val="006068E6"/>
    <w:rsid w:val="006131CE"/>
    <w:rsid w:val="0061336B"/>
    <w:rsid w:val="00615867"/>
    <w:rsid w:val="00617B89"/>
    <w:rsid w:val="00617D6E"/>
    <w:rsid w:val="00622D61"/>
    <w:rsid w:val="00623613"/>
    <w:rsid w:val="00624198"/>
    <w:rsid w:val="00626747"/>
    <w:rsid w:val="00627981"/>
    <w:rsid w:val="00636C28"/>
    <w:rsid w:val="006428E5"/>
    <w:rsid w:val="00644958"/>
    <w:rsid w:val="0065772E"/>
    <w:rsid w:val="00664684"/>
    <w:rsid w:val="00672919"/>
    <w:rsid w:val="00674E02"/>
    <w:rsid w:val="00686587"/>
    <w:rsid w:val="006904CF"/>
    <w:rsid w:val="00695EE2"/>
    <w:rsid w:val="0069660B"/>
    <w:rsid w:val="006A1B33"/>
    <w:rsid w:val="006A48F1"/>
    <w:rsid w:val="006A4EA1"/>
    <w:rsid w:val="006A67FF"/>
    <w:rsid w:val="006A71A3"/>
    <w:rsid w:val="006B03F2"/>
    <w:rsid w:val="006B14C1"/>
    <w:rsid w:val="006B1639"/>
    <w:rsid w:val="006B2BB2"/>
    <w:rsid w:val="006B5CA7"/>
    <w:rsid w:val="006B5E89"/>
    <w:rsid w:val="006B7131"/>
    <w:rsid w:val="006C19B2"/>
    <w:rsid w:val="006C30A0"/>
    <w:rsid w:val="006C35FF"/>
    <w:rsid w:val="006C57F2"/>
    <w:rsid w:val="006C5949"/>
    <w:rsid w:val="006C5DD7"/>
    <w:rsid w:val="006C6832"/>
    <w:rsid w:val="006D1370"/>
    <w:rsid w:val="006D2C28"/>
    <w:rsid w:val="006D3FC1"/>
    <w:rsid w:val="006D7590"/>
    <w:rsid w:val="006D7E4B"/>
    <w:rsid w:val="006E225F"/>
    <w:rsid w:val="006E372B"/>
    <w:rsid w:val="006E5FE9"/>
    <w:rsid w:val="006E6581"/>
    <w:rsid w:val="006E71DF"/>
    <w:rsid w:val="006F04D9"/>
    <w:rsid w:val="006F1CC4"/>
    <w:rsid w:val="006F2A86"/>
    <w:rsid w:val="006F3163"/>
    <w:rsid w:val="00705FEC"/>
    <w:rsid w:val="00706590"/>
    <w:rsid w:val="0071147A"/>
    <w:rsid w:val="0071185D"/>
    <w:rsid w:val="00712BA9"/>
    <w:rsid w:val="00721E01"/>
    <w:rsid w:val="007222AD"/>
    <w:rsid w:val="007267CF"/>
    <w:rsid w:val="00731F3F"/>
    <w:rsid w:val="00733BAB"/>
    <w:rsid w:val="007436BF"/>
    <w:rsid w:val="007443E9"/>
    <w:rsid w:val="00745295"/>
    <w:rsid w:val="00745DCE"/>
    <w:rsid w:val="00753D89"/>
    <w:rsid w:val="00753DDA"/>
    <w:rsid w:val="007553D8"/>
    <w:rsid w:val="00755C9B"/>
    <w:rsid w:val="00760FE4"/>
    <w:rsid w:val="007631C9"/>
    <w:rsid w:val="007636C2"/>
    <w:rsid w:val="00763D8B"/>
    <w:rsid w:val="007657F6"/>
    <w:rsid w:val="00765E47"/>
    <w:rsid w:val="00766354"/>
    <w:rsid w:val="0077125A"/>
    <w:rsid w:val="00781538"/>
    <w:rsid w:val="0078405B"/>
    <w:rsid w:val="00786F58"/>
    <w:rsid w:val="00787CC1"/>
    <w:rsid w:val="00792F4E"/>
    <w:rsid w:val="0079398D"/>
    <w:rsid w:val="00795C47"/>
    <w:rsid w:val="00796C25"/>
    <w:rsid w:val="007A287C"/>
    <w:rsid w:val="007A3B2A"/>
    <w:rsid w:val="007A66A5"/>
    <w:rsid w:val="007B0C9D"/>
    <w:rsid w:val="007B5522"/>
    <w:rsid w:val="007B7CBE"/>
    <w:rsid w:val="007C0EE0"/>
    <w:rsid w:val="007C1B71"/>
    <w:rsid w:val="007C2FBB"/>
    <w:rsid w:val="007C398E"/>
    <w:rsid w:val="007C7164"/>
    <w:rsid w:val="007D1984"/>
    <w:rsid w:val="007D2AFE"/>
    <w:rsid w:val="007D66B0"/>
    <w:rsid w:val="007D77C6"/>
    <w:rsid w:val="007E3264"/>
    <w:rsid w:val="007E3FEA"/>
    <w:rsid w:val="007F0A0B"/>
    <w:rsid w:val="007F3A60"/>
    <w:rsid w:val="007F3D0B"/>
    <w:rsid w:val="007F7C94"/>
    <w:rsid w:val="00801F94"/>
    <w:rsid w:val="00802FFA"/>
    <w:rsid w:val="00810E4B"/>
    <w:rsid w:val="00814BAA"/>
    <w:rsid w:val="00824295"/>
    <w:rsid w:val="00827A65"/>
    <w:rsid w:val="00830473"/>
    <w:rsid w:val="008313F3"/>
    <w:rsid w:val="00831EC8"/>
    <w:rsid w:val="008345BD"/>
    <w:rsid w:val="00837DB9"/>
    <w:rsid w:val="00837F98"/>
    <w:rsid w:val="008402F2"/>
    <w:rsid w:val="008405BB"/>
    <w:rsid w:val="00846494"/>
    <w:rsid w:val="00847B20"/>
    <w:rsid w:val="008509D3"/>
    <w:rsid w:val="00853418"/>
    <w:rsid w:val="00857CF6"/>
    <w:rsid w:val="008610ED"/>
    <w:rsid w:val="00861C6A"/>
    <w:rsid w:val="00861E79"/>
    <w:rsid w:val="00862378"/>
    <w:rsid w:val="00865199"/>
    <w:rsid w:val="00867EAF"/>
    <w:rsid w:val="00870763"/>
    <w:rsid w:val="0087118C"/>
    <w:rsid w:val="008713EA"/>
    <w:rsid w:val="00873616"/>
    <w:rsid w:val="00873C6B"/>
    <w:rsid w:val="0088426A"/>
    <w:rsid w:val="008852BA"/>
    <w:rsid w:val="00890108"/>
    <w:rsid w:val="008937EC"/>
    <w:rsid w:val="00893877"/>
    <w:rsid w:val="00894B90"/>
    <w:rsid w:val="0089532C"/>
    <w:rsid w:val="00896165"/>
    <w:rsid w:val="00896681"/>
    <w:rsid w:val="008A2749"/>
    <w:rsid w:val="008A3A90"/>
    <w:rsid w:val="008A481B"/>
    <w:rsid w:val="008A6EA0"/>
    <w:rsid w:val="008B06D4"/>
    <w:rsid w:val="008B1790"/>
    <w:rsid w:val="008B4F20"/>
    <w:rsid w:val="008B7FFD"/>
    <w:rsid w:val="008C2920"/>
    <w:rsid w:val="008C3C3E"/>
    <w:rsid w:val="008C4307"/>
    <w:rsid w:val="008D23DF"/>
    <w:rsid w:val="008D73BF"/>
    <w:rsid w:val="008D7F09"/>
    <w:rsid w:val="008E5B64"/>
    <w:rsid w:val="008E61F0"/>
    <w:rsid w:val="008E7DAA"/>
    <w:rsid w:val="008F0094"/>
    <w:rsid w:val="008F03EF"/>
    <w:rsid w:val="008F340F"/>
    <w:rsid w:val="008F3B7E"/>
    <w:rsid w:val="00903523"/>
    <w:rsid w:val="00906281"/>
    <w:rsid w:val="0090659A"/>
    <w:rsid w:val="00906A11"/>
    <w:rsid w:val="0090755A"/>
    <w:rsid w:val="00910920"/>
    <w:rsid w:val="00911080"/>
    <w:rsid w:val="0091350B"/>
    <w:rsid w:val="00915986"/>
    <w:rsid w:val="00917624"/>
    <w:rsid w:val="00926797"/>
    <w:rsid w:val="00926CB2"/>
    <w:rsid w:val="00930386"/>
    <w:rsid w:val="009309F5"/>
    <w:rsid w:val="009324B0"/>
    <w:rsid w:val="00933237"/>
    <w:rsid w:val="00933F28"/>
    <w:rsid w:val="009476C0"/>
    <w:rsid w:val="009501CA"/>
    <w:rsid w:val="00953820"/>
    <w:rsid w:val="0096360D"/>
    <w:rsid w:val="00963E34"/>
    <w:rsid w:val="00964DFA"/>
    <w:rsid w:val="00966EEC"/>
    <w:rsid w:val="00973D7D"/>
    <w:rsid w:val="00977B8E"/>
    <w:rsid w:val="0098155C"/>
    <w:rsid w:val="00983B77"/>
    <w:rsid w:val="009871EF"/>
    <w:rsid w:val="00993681"/>
    <w:rsid w:val="00996053"/>
    <w:rsid w:val="009A0B2F"/>
    <w:rsid w:val="009A1CF4"/>
    <w:rsid w:val="009A37D7"/>
    <w:rsid w:val="009A4E17"/>
    <w:rsid w:val="009A561F"/>
    <w:rsid w:val="009A5D16"/>
    <w:rsid w:val="009A65F2"/>
    <w:rsid w:val="009A6955"/>
    <w:rsid w:val="009A79CD"/>
    <w:rsid w:val="009B341C"/>
    <w:rsid w:val="009B5747"/>
    <w:rsid w:val="009B766A"/>
    <w:rsid w:val="009D2C27"/>
    <w:rsid w:val="009D6DA8"/>
    <w:rsid w:val="009E2309"/>
    <w:rsid w:val="009E42B9"/>
    <w:rsid w:val="009E44D4"/>
    <w:rsid w:val="009E4E17"/>
    <w:rsid w:val="009F1771"/>
    <w:rsid w:val="009F4C2E"/>
    <w:rsid w:val="00A014A3"/>
    <w:rsid w:val="00A027CC"/>
    <w:rsid w:val="00A0412D"/>
    <w:rsid w:val="00A11A5E"/>
    <w:rsid w:val="00A13CD5"/>
    <w:rsid w:val="00A21211"/>
    <w:rsid w:val="00A261CC"/>
    <w:rsid w:val="00A26412"/>
    <w:rsid w:val="00A27B37"/>
    <w:rsid w:val="00A30F8A"/>
    <w:rsid w:val="00A34E7F"/>
    <w:rsid w:val="00A35157"/>
    <w:rsid w:val="00A4077B"/>
    <w:rsid w:val="00A464FB"/>
    <w:rsid w:val="00A46F0A"/>
    <w:rsid w:val="00A46F25"/>
    <w:rsid w:val="00A47CC2"/>
    <w:rsid w:val="00A502BA"/>
    <w:rsid w:val="00A6010A"/>
    <w:rsid w:val="00A60146"/>
    <w:rsid w:val="00A601A9"/>
    <w:rsid w:val="00A622C4"/>
    <w:rsid w:val="00A6283D"/>
    <w:rsid w:val="00A676FF"/>
    <w:rsid w:val="00A70F1B"/>
    <w:rsid w:val="00A72ADD"/>
    <w:rsid w:val="00A73EBA"/>
    <w:rsid w:val="00A754B4"/>
    <w:rsid w:val="00A807C1"/>
    <w:rsid w:val="00A82658"/>
    <w:rsid w:val="00A83374"/>
    <w:rsid w:val="00A83C3D"/>
    <w:rsid w:val="00A901D5"/>
    <w:rsid w:val="00A96172"/>
    <w:rsid w:val="00A97C5F"/>
    <w:rsid w:val="00AB0D6A"/>
    <w:rsid w:val="00AB43B3"/>
    <w:rsid w:val="00AB49B9"/>
    <w:rsid w:val="00AB501D"/>
    <w:rsid w:val="00AB758A"/>
    <w:rsid w:val="00AC027E"/>
    <w:rsid w:val="00AC1E7E"/>
    <w:rsid w:val="00AC507D"/>
    <w:rsid w:val="00AC5BE4"/>
    <w:rsid w:val="00AC66E4"/>
    <w:rsid w:val="00AD04F2"/>
    <w:rsid w:val="00AD0788"/>
    <w:rsid w:val="00AD4578"/>
    <w:rsid w:val="00AD68E9"/>
    <w:rsid w:val="00AE0883"/>
    <w:rsid w:val="00AE2276"/>
    <w:rsid w:val="00AE56C0"/>
    <w:rsid w:val="00AF316E"/>
    <w:rsid w:val="00B00914"/>
    <w:rsid w:val="00B02A8E"/>
    <w:rsid w:val="00B052EE"/>
    <w:rsid w:val="00B1081F"/>
    <w:rsid w:val="00B16785"/>
    <w:rsid w:val="00B2496B"/>
    <w:rsid w:val="00B2671C"/>
    <w:rsid w:val="00B27051"/>
    <w:rsid w:val="00B27499"/>
    <w:rsid w:val="00B3010D"/>
    <w:rsid w:val="00B35151"/>
    <w:rsid w:val="00B42C0C"/>
    <w:rsid w:val="00B433F2"/>
    <w:rsid w:val="00B43EE8"/>
    <w:rsid w:val="00B44136"/>
    <w:rsid w:val="00B458E8"/>
    <w:rsid w:val="00B5397B"/>
    <w:rsid w:val="00B53EE9"/>
    <w:rsid w:val="00B6183E"/>
    <w:rsid w:val="00B619E4"/>
    <w:rsid w:val="00B62809"/>
    <w:rsid w:val="00B7675A"/>
    <w:rsid w:val="00B81898"/>
    <w:rsid w:val="00B81F93"/>
    <w:rsid w:val="00B82DED"/>
    <w:rsid w:val="00B8606B"/>
    <w:rsid w:val="00B878E7"/>
    <w:rsid w:val="00B879CC"/>
    <w:rsid w:val="00B91C49"/>
    <w:rsid w:val="00B9529F"/>
    <w:rsid w:val="00B97278"/>
    <w:rsid w:val="00B97943"/>
    <w:rsid w:val="00BA1D0B"/>
    <w:rsid w:val="00BA6972"/>
    <w:rsid w:val="00BB1E0D"/>
    <w:rsid w:val="00BB26C8"/>
    <w:rsid w:val="00BB4D9B"/>
    <w:rsid w:val="00BB73FF"/>
    <w:rsid w:val="00BB7688"/>
    <w:rsid w:val="00BC3FF3"/>
    <w:rsid w:val="00BC7423"/>
    <w:rsid w:val="00BC7CAC"/>
    <w:rsid w:val="00BD0D17"/>
    <w:rsid w:val="00BD6D76"/>
    <w:rsid w:val="00BE56B3"/>
    <w:rsid w:val="00BE676D"/>
    <w:rsid w:val="00BE6FA5"/>
    <w:rsid w:val="00BF04E8"/>
    <w:rsid w:val="00BF16BF"/>
    <w:rsid w:val="00BF4D1F"/>
    <w:rsid w:val="00BF76BE"/>
    <w:rsid w:val="00C02A73"/>
    <w:rsid w:val="00C063D2"/>
    <w:rsid w:val="00C07FD9"/>
    <w:rsid w:val="00C10955"/>
    <w:rsid w:val="00C11C4D"/>
    <w:rsid w:val="00C1712C"/>
    <w:rsid w:val="00C22421"/>
    <w:rsid w:val="00C23E16"/>
    <w:rsid w:val="00C27E37"/>
    <w:rsid w:val="00C30ACA"/>
    <w:rsid w:val="00C32713"/>
    <w:rsid w:val="00C351B8"/>
    <w:rsid w:val="00C3752E"/>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0C1E"/>
    <w:rsid w:val="00C73E03"/>
    <w:rsid w:val="00C8718B"/>
    <w:rsid w:val="00C872E4"/>
    <w:rsid w:val="00C90311"/>
    <w:rsid w:val="00C91C26"/>
    <w:rsid w:val="00CA1F0A"/>
    <w:rsid w:val="00CA73D5"/>
    <w:rsid w:val="00CB5068"/>
    <w:rsid w:val="00CB7C80"/>
    <w:rsid w:val="00CC1C87"/>
    <w:rsid w:val="00CC3000"/>
    <w:rsid w:val="00CC4859"/>
    <w:rsid w:val="00CC7A35"/>
    <w:rsid w:val="00CC7F68"/>
    <w:rsid w:val="00CD072A"/>
    <w:rsid w:val="00CD53DA"/>
    <w:rsid w:val="00CD7F73"/>
    <w:rsid w:val="00CE26C5"/>
    <w:rsid w:val="00CE36AF"/>
    <w:rsid w:val="00CE47F3"/>
    <w:rsid w:val="00CE54DD"/>
    <w:rsid w:val="00CF0DA5"/>
    <w:rsid w:val="00CF5D31"/>
    <w:rsid w:val="00CF5F3B"/>
    <w:rsid w:val="00CF791A"/>
    <w:rsid w:val="00D00513"/>
    <w:rsid w:val="00D00D7D"/>
    <w:rsid w:val="00D11141"/>
    <w:rsid w:val="00D139C8"/>
    <w:rsid w:val="00D17F81"/>
    <w:rsid w:val="00D20C26"/>
    <w:rsid w:val="00D2758C"/>
    <w:rsid w:val="00D275CA"/>
    <w:rsid w:val="00D2789B"/>
    <w:rsid w:val="00D32BDD"/>
    <w:rsid w:val="00D34544"/>
    <w:rsid w:val="00D345AB"/>
    <w:rsid w:val="00D36C12"/>
    <w:rsid w:val="00D41566"/>
    <w:rsid w:val="00D458EC"/>
    <w:rsid w:val="00D501B0"/>
    <w:rsid w:val="00D52582"/>
    <w:rsid w:val="00D56A0E"/>
    <w:rsid w:val="00D57AD3"/>
    <w:rsid w:val="00D62814"/>
    <w:rsid w:val="00D62F25"/>
    <w:rsid w:val="00D6311A"/>
    <w:rsid w:val="00D635FE"/>
    <w:rsid w:val="00D647E6"/>
    <w:rsid w:val="00D65AD3"/>
    <w:rsid w:val="00D66A7B"/>
    <w:rsid w:val="00D729DE"/>
    <w:rsid w:val="00D75B6A"/>
    <w:rsid w:val="00D84BDA"/>
    <w:rsid w:val="00D86D9E"/>
    <w:rsid w:val="00D87013"/>
    <w:rsid w:val="00D876A8"/>
    <w:rsid w:val="00D87F26"/>
    <w:rsid w:val="00D913F0"/>
    <w:rsid w:val="00D9228A"/>
    <w:rsid w:val="00D93063"/>
    <w:rsid w:val="00D933B0"/>
    <w:rsid w:val="00D93CF5"/>
    <w:rsid w:val="00D951FC"/>
    <w:rsid w:val="00D977E8"/>
    <w:rsid w:val="00D97B16"/>
    <w:rsid w:val="00DA5BBC"/>
    <w:rsid w:val="00DB1C89"/>
    <w:rsid w:val="00DB3763"/>
    <w:rsid w:val="00DB4029"/>
    <w:rsid w:val="00DB5F4D"/>
    <w:rsid w:val="00DB66F2"/>
    <w:rsid w:val="00DB6DA5"/>
    <w:rsid w:val="00DC076B"/>
    <w:rsid w:val="00DC186F"/>
    <w:rsid w:val="00DC252F"/>
    <w:rsid w:val="00DC2533"/>
    <w:rsid w:val="00DC6050"/>
    <w:rsid w:val="00DD17B1"/>
    <w:rsid w:val="00DD3CB6"/>
    <w:rsid w:val="00DD43EA"/>
    <w:rsid w:val="00DE6F44"/>
    <w:rsid w:val="00DF1B58"/>
    <w:rsid w:val="00DF3C21"/>
    <w:rsid w:val="00DF7D8C"/>
    <w:rsid w:val="00E009DA"/>
    <w:rsid w:val="00E01816"/>
    <w:rsid w:val="00E037D9"/>
    <w:rsid w:val="00E04927"/>
    <w:rsid w:val="00E10068"/>
    <w:rsid w:val="00E11A48"/>
    <w:rsid w:val="00E130EB"/>
    <w:rsid w:val="00E139AF"/>
    <w:rsid w:val="00E162CD"/>
    <w:rsid w:val="00E17FA5"/>
    <w:rsid w:val="00E21BFE"/>
    <w:rsid w:val="00E26930"/>
    <w:rsid w:val="00E27257"/>
    <w:rsid w:val="00E27F4F"/>
    <w:rsid w:val="00E33EE4"/>
    <w:rsid w:val="00E355D9"/>
    <w:rsid w:val="00E449D0"/>
    <w:rsid w:val="00E44A34"/>
    <w:rsid w:val="00E4506A"/>
    <w:rsid w:val="00E47826"/>
    <w:rsid w:val="00E53F99"/>
    <w:rsid w:val="00E56510"/>
    <w:rsid w:val="00E56CA9"/>
    <w:rsid w:val="00E62EA8"/>
    <w:rsid w:val="00E67429"/>
    <w:rsid w:val="00E67A6E"/>
    <w:rsid w:val="00E71B43"/>
    <w:rsid w:val="00E81612"/>
    <w:rsid w:val="00E861FB"/>
    <w:rsid w:val="00E876B6"/>
    <w:rsid w:val="00E87D18"/>
    <w:rsid w:val="00E87D62"/>
    <w:rsid w:val="00E946E0"/>
    <w:rsid w:val="00E94FC9"/>
    <w:rsid w:val="00E97333"/>
    <w:rsid w:val="00EA00D5"/>
    <w:rsid w:val="00EA486E"/>
    <w:rsid w:val="00EA4FA3"/>
    <w:rsid w:val="00EB001B"/>
    <w:rsid w:val="00EB3082"/>
    <w:rsid w:val="00EB6AEE"/>
    <w:rsid w:val="00EB6C33"/>
    <w:rsid w:val="00ED22AE"/>
    <w:rsid w:val="00ED2538"/>
    <w:rsid w:val="00ED6019"/>
    <w:rsid w:val="00ED7830"/>
    <w:rsid w:val="00EE26FA"/>
    <w:rsid w:val="00EE3909"/>
    <w:rsid w:val="00EF3C84"/>
    <w:rsid w:val="00EF4205"/>
    <w:rsid w:val="00EF5939"/>
    <w:rsid w:val="00EF655D"/>
    <w:rsid w:val="00F01714"/>
    <w:rsid w:val="00F01DA3"/>
    <w:rsid w:val="00F0258F"/>
    <w:rsid w:val="00F02D06"/>
    <w:rsid w:val="00F056E5"/>
    <w:rsid w:val="00F06FDD"/>
    <w:rsid w:val="00F10400"/>
    <w:rsid w:val="00F10819"/>
    <w:rsid w:val="00F11140"/>
    <w:rsid w:val="00F11219"/>
    <w:rsid w:val="00F11566"/>
    <w:rsid w:val="00F1480B"/>
    <w:rsid w:val="00F16F35"/>
    <w:rsid w:val="00F17559"/>
    <w:rsid w:val="00F2229D"/>
    <w:rsid w:val="00F25ABB"/>
    <w:rsid w:val="00F27963"/>
    <w:rsid w:val="00F30103"/>
    <w:rsid w:val="00F30446"/>
    <w:rsid w:val="00F321BB"/>
    <w:rsid w:val="00F4135D"/>
    <w:rsid w:val="00F419EC"/>
    <w:rsid w:val="00F41F1B"/>
    <w:rsid w:val="00F46BD9"/>
    <w:rsid w:val="00F55329"/>
    <w:rsid w:val="00F60BE0"/>
    <w:rsid w:val="00F6280E"/>
    <w:rsid w:val="00F64095"/>
    <w:rsid w:val="00F7050A"/>
    <w:rsid w:val="00F73765"/>
    <w:rsid w:val="00F75533"/>
    <w:rsid w:val="00F77941"/>
    <w:rsid w:val="00F8036D"/>
    <w:rsid w:val="00F809DC"/>
    <w:rsid w:val="00F865E5"/>
    <w:rsid w:val="00F86EB0"/>
    <w:rsid w:val="00F90578"/>
    <w:rsid w:val="00FA3811"/>
    <w:rsid w:val="00FA3B9F"/>
    <w:rsid w:val="00FA3F06"/>
    <w:rsid w:val="00FA4A26"/>
    <w:rsid w:val="00FA7084"/>
    <w:rsid w:val="00FA7BEF"/>
    <w:rsid w:val="00FB1105"/>
    <w:rsid w:val="00FB1929"/>
    <w:rsid w:val="00FB5FD9"/>
    <w:rsid w:val="00FD33AB"/>
    <w:rsid w:val="00FD4724"/>
    <w:rsid w:val="00FD4A68"/>
    <w:rsid w:val="00FD68ED"/>
    <w:rsid w:val="00FE1BA7"/>
    <w:rsid w:val="00FE2824"/>
    <w:rsid w:val="00FE2F0E"/>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261CC"/>
    <w:pPr>
      <w:spacing w:before="60" w:after="60" w:line="276" w:lineRule="auto"/>
    </w:pPr>
    <w:rPr>
      <w:sz w:val="22"/>
      <w:szCs w:val="22"/>
    </w:rPr>
  </w:style>
  <w:style w:type="paragraph" w:styleId="Heading1">
    <w:name w:val="heading 1"/>
    <w:basedOn w:val="Normal"/>
    <w:next w:val="Normal"/>
    <w:link w:val="Heading1Char"/>
    <w:autoRedefine/>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semiHidden/>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semiHidden/>
    <w:rsid w:val="00D32BDD"/>
    <w:rPr>
      <w:rFonts w:ascii="Cambria" w:eastAsia="Times New Roman" w:hAnsi="Cambria"/>
      <w:b/>
      <w:bCs/>
      <w:color w:val="365F91"/>
      <w:sz w:val="28"/>
      <w:szCs w:val="28"/>
    </w:rPr>
  </w:style>
  <w:style w:type="character" w:customStyle="1" w:styleId="Heading2Char">
    <w:name w:val="Heading 2 Char"/>
    <w:link w:val="Heading2"/>
    <w:semiHidden/>
    <w:rsid w:val="00D32BDD"/>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3055B5"/>
    <w:pPr>
      <w:numPr>
        <w:ilvl w:val="2"/>
        <w:numId w:val="2"/>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link w:val="Header"/>
    <w:semiHidden/>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A261CC"/>
    <w:pPr>
      <w:numPr>
        <w:numId w:val="2"/>
      </w:numPr>
      <w:spacing w:before="240"/>
    </w:pPr>
    <w:rPr>
      <w:rFonts w:ascii="Arial" w:hAnsi="Arial"/>
      <w:color w:val="auto"/>
    </w:rPr>
  </w:style>
  <w:style w:type="paragraph" w:customStyle="1" w:styleId="SubStepAlpha">
    <w:name w:val="SubStep Alpha"/>
    <w:basedOn w:val="Normal"/>
    <w:qFormat/>
    <w:rsid w:val="00012C22"/>
    <w:pPr>
      <w:numPr>
        <w:ilvl w:val="3"/>
        <w:numId w:val="2"/>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012C22"/>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customStyle="1" w:styleId="CMDRed">
    <w:name w:val="CMD Red"/>
    <w:basedOn w:val="CMD"/>
    <w:qFormat/>
    <w:rsid w:val="002B5A05"/>
    <w:rPr>
      <w:color w:val="FF0000"/>
    </w:rPr>
  </w:style>
  <w:style w:type="paragraph" w:styleId="CommentSubject">
    <w:name w:val="annotation subject"/>
    <w:basedOn w:val="Normal"/>
    <w:next w:val="CMDRed"/>
    <w:link w:val="CommentSubjectChar"/>
    <w:uiPriority w:val="99"/>
    <w:semiHidden/>
    <w:unhideWhenUsed/>
    <w:rsid w:val="009F1771"/>
    <w:rPr>
      <w:b/>
      <w:bCs/>
      <w:sz w:val="20"/>
      <w:szCs w:val="20"/>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A261CC"/>
    <w:pPr>
      <w:numPr>
        <w:ilvl w:val="1"/>
      </w:numPr>
    </w:pPr>
    <w:rPr>
      <w:rFonts w:ascii="Arial" w:hAnsi="Arial"/>
      <w:color w:val="auto"/>
      <w:sz w:val="24"/>
    </w:rPr>
  </w:style>
  <w:style w:type="character" w:customStyle="1" w:styleId="Heading4Char">
    <w:name w:val="Heading 4 Char"/>
    <w:link w:val="Heading4"/>
    <w:semiHidden/>
    <w:rsid w:val="00D32BDD"/>
    <w:rPr>
      <w:rFonts w:eastAsia="Times New Roman"/>
      <w:b/>
      <w:bCs/>
      <w:sz w:val="28"/>
      <w:szCs w:val="28"/>
    </w:rPr>
  </w:style>
  <w:style w:type="character" w:customStyle="1" w:styleId="Heading5Char">
    <w:name w:val="Heading 5 Char"/>
    <w:link w:val="Heading5"/>
    <w:semiHidden/>
    <w:rsid w:val="00D32BDD"/>
    <w:rPr>
      <w:rFonts w:eastAsia="Times New Roman"/>
      <w:b/>
      <w:bCs/>
      <w:i/>
      <w:iCs/>
      <w:sz w:val="26"/>
      <w:szCs w:val="26"/>
    </w:rPr>
  </w:style>
  <w:style w:type="character" w:customStyle="1" w:styleId="Heading6Char">
    <w:name w:val="Heading 6 Char"/>
    <w:link w:val="Heading6"/>
    <w:semiHidden/>
    <w:rsid w:val="00D32BDD"/>
    <w:rPr>
      <w:rFonts w:eastAsia="Times New Roman"/>
      <w:b/>
      <w:bCs/>
      <w:sz w:val="22"/>
      <w:szCs w:val="22"/>
    </w:rPr>
  </w:style>
  <w:style w:type="character" w:customStyle="1" w:styleId="Heading7Char">
    <w:name w:val="Heading 7 Char"/>
    <w:link w:val="Heading7"/>
    <w:semiHidden/>
    <w:rsid w:val="00D32BDD"/>
    <w:rPr>
      <w:rFonts w:eastAsia="Times New Roman"/>
      <w:szCs w:val="24"/>
    </w:rPr>
  </w:style>
  <w:style w:type="character" w:customStyle="1" w:styleId="Heading8Char">
    <w:name w:val="Heading 8 Char"/>
    <w:link w:val="Heading8"/>
    <w:semiHidden/>
    <w:rsid w:val="00D32BDD"/>
    <w:rPr>
      <w:rFonts w:eastAsia="Times New Roman"/>
      <w:i/>
      <w:iCs/>
      <w:szCs w:val="24"/>
    </w:rPr>
  </w:style>
  <w:style w:type="character" w:customStyle="1" w:styleId="Heading9Char">
    <w:name w:val="Heading 9 Char"/>
    <w:link w:val="Heading9"/>
    <w:semiHidden/>
    <w:rsid w:val="00D32BDD"/>
    <w:rPr>
      <w:rFonts w:eastAsia="Times New Roman" w:cs="Arial"/>
      <w:sz w:val="22"/>
      <w:szCs w:val="22"/>
    </w:rPr>
  </w:style>
  <w:style w:type="character" w:customStyle="1" w:styleId="Heading3Char">
    <w:name w:val="Heading 3 Char"/>
    <w:link w:val="Heading3"/>
    <w:semiHidden/>
    <w:rsid w:val="00D32BDD"/>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231DCA"/>
    <w:pPr>
      <w:spacing w:before="0" w:after="120" w:line="240" w:lineRule="auto"/>
    </w:pPr>
    <w:rPr>
      <w:rFonts w:eastAsia="Times New Roman"/>
      <w:sz w:val="20"/>
      <w:szCs w:val="24"/>
    </w:rPr>
  </w:style>
  <w:style w:type="character" w:styleId="FollowedHyperlink">
    <w:name w:val="FollowedHyperlink"/>
    <w:basedOn w:val="DefaultParagraphFont"/>
    <w:semiHidden/>
    <w:unhideWhenUsed/>
    <w:rsid w:val="000967EE"/>
    <w:rPr>
      <w:color w:val="800080" w:themeColor="followedHyperlink"/>
      <w:u w:val="single"/>
    </w:rPr>
  </w:style>
  <w:style w:type="character" w:customStyle="1" w:styleId="BodyTextChar">
    <w:name w:val="Body Text Char"/>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link w:val="CMD"/>
    <w:rsid w:val="00C73E03"/>
    <w:rPr>
      <w:rFonts w:ascii="Courier New" w:hAnsi="Courier New"/>
      <w:szCs w:val="22"/>
    </w:rPr>
  </w:style>
  <w:style w:type="character" w:customStyle="1" w:styleId="CMDBoldChar">
    <w:name w:val="CMD Bold Char"/>
    <w:link w:val="CMDBold"/>
    <w:rsid w:val="00C73E03"/>
    <w:rPr>
      <w:rFonts w:ascii="Courier New" w:hAnsi="Courier New"/>
      <w:b/>
      <w:szCs w:val="22"/>
    </w:rPr>
  </w:style>
  <w:style w:type="character" w:customStyle="1" w:styleId="BodyTextBoldChar">
    <w:name w:val="Body Text Bold Char"/>
    <w:link w:val="BodyTextBold"/>
    <w:rsid w:val="00C73E03"/>
    <w:rPr>
      <w:rFonts w:eastAsia="Times New Roman" w:cs="Arial"/>
      <w:b/>
      <w:szCs w:val="24"/>
    </w:rPr>
  </w:style>
  <w:style w:type="paragraph" w:customStyle="1" w:styleId="Default">
    <w:name w:val="Default"/>
    <w:rsid w:val="002E34AB"/>
    <w:pPr>
      <w:autoSpaceDE w:val="0"/>
      <w:autoSpaceDN w:val="0"/>
      <w:adjustRightInd w:val="0"/>
    </w:pPr>
    <w:rPr>
      <w:rFonts w:ascii="IDAJEB+Arial,Bold" w:eastAsia="Times New Roman" w:hAnsi="IDAJEB+Arial,Bold" w:cs="IDAJEB+Arial,Bold"/>
      <w:color w:val="000000"/>
      <w:sz w:val="24"/>
      <w:szCs w:val="24"/>
      <w:lang w:eastAsia="ko-KR"/>
    </w:rPr>
  </w:style>
  <w:style w:type="character" w:styleId="Hyperlink">
    <w:name w:val="Hyperlink"/>
    <w:unhideWhenUsed/>
    <w:rsid w:val="006D7E4B"/>
    <w:rPr>
      <w:color w:val="0000FF"/>
      <w:u w:val="single"/>
    </w:rPr>
  </w:style>
  <w:style w:type="paragraph" w:styleId="NormalWeb">
    <w:name w:val="Normal (Web)"/>
    <w:basedOn w:val="Normal"/>
    <w:uiPriority w:val="99"/>
    <w:semiHidden/>
    <w:unhideWhenUsed/>
    <w:rsid w:val="00EE26FA"/>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D62814"/>
    <w:rPr>
      <w:sz w:val="22"/>
      <w:szCs w:val="22"/>
    </w:rPr>
  </w:style>
  <w:style w:type="paragraph" w:styleId="CommentText">
    <w:name w:val="annotation text"/>
    <w:basedOn w:val="Normal"/>
    <w:link w:val="CommentTextChar"/>
    <w:semiHidden/>
    <w:unhideWhenUsed/>
    <w:rsid w:val="00674E02"/>
    <w:pPr>
      <w:spacing w:line="240" w:lineRule="auto"/>
    </w:pPr>
    <w:rPr>
      <w:sz w:val="20"/>
      <w:szCs w:val="20"/>
    </w:rPr>
  </w:style>
  <w:style w:type="character" w:customStyle="1" w:styleId="CommentTextChar">
    <w:name w:val="Comment Text Char"/>
    <w:basedOn w:val="DefaultParagraphFont"/>
    <w:link w:val="CommentText"/>
    <w:semiHidden/>
    <w:rsid w:val="00674E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A261CC"/>
    <w:pPr>
      <w:spacing w:before="60" w:after="60" w:line="276" w:lineRule="auto"/>
    </w:pPr>
    <w:rPr>
      <w:sz w:val="22"/>
      <w:szCs w:val="22"/>
    </w:rPr>
  </w:style>
  <w:style w:type="paragraph" w:styleId="Heading1">
    <w:name w:val="heading 1"/>
    <w:basedOn w:val="Normal"/>
    <w:next w:val="Normal"/>
    <w:link w:val="Heading1Char"/>
    <w:autoRedefine/>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semiHidden/>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semiHidden/>
    <w:rsid w:val="00D32BDD"/>
    <w:rPr>
      <w:rFonts w:ascii="Cambria" w:eastAsia="Times New Roman" w:hAnsi="Cambria"/>
      <w:b/>
      <w:bCs/>
      <w:color w:val="365F91"/>
      <w:sz w:val="28"/>
      <w:szCs w:val="28"/>
    </w:rPr>
  </w:style>
  <w:style w:type="character" w:customStyle="1" w:styleId="Heading2Char">
    <w:name w:val="Heading 2 Char"/>
    <w:link w:val="Heading2"/>
    <w:semiHidden/>
    <w:rsid w:val="00D32BDD"/>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3055B5"/>
    <w:pPr>
      <w:numPr>
        <w:ilvl w:val="2"/>
        <w:numId w:val="2"/>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link w:val="Header"/>
    <w:semiHidden/>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A261CC"/>
    <w:pPr>
      <w:numPr>
        <w:numId w:val="2"/>
      </w:numPr>
      <w:spacing w:before="240"/>
    </w:pPr>
    <w:rPr>
      <w:rFonts w:ascii="Arial" w:hAnsi="Arial"/>
      <w:color w:val="auto"/>
    </w:rPr>
  </w:style>
  <w:style w:type="paragraph" w:customStyle="1" w:styleId="SubStepAlpha">
    <w:name w:val="SubStep Alpha"/>
    <w:basedOn w:val="Normal"/>
    <w:qFormat/>
    <w:rsid w:val="00012C22"/>
    <w:pPr>
      <w:numPr>
        <w:ilvl w:val="3"/>
        <w:numId w:val="2"/>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012C22"/>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customStyle="1" w:styleId="CMDRed">
    <w:name w:val="CMD Red"/>
    <w:basedOn w:val="CMD"/>
    <w:qFormat/>
    <w:rsid w:val="002B5A05"/>
    <w:rPr>
      <w:color w:val="FF0000"/>
    </w:rPr>
  </w:style>
  <w:style w:type="paragraph" w:styleId="CommentSubject">
    <w:name w:val="annotation subject"/>
    <w:basedOn w:val="Normal"/>
    <w:next w:val="CMDRed"/>
    <w:link w:val="CommentSubjectChar"/>
    <w:uiPriority w:val="99"/>
    <w:semiHidden/>
    <w:unhideWhenUsed/>
    <w:rsid w:val="009F1771"/>
    <w:rPr>
      <w:b/>
      <w:bCs/>
      <w:sz w:val="20"/>
      <w:szCs w:val="20"/>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A261CC"/>
    <w:pPr>
      <w:numPr>
        <w:ilvl w:val="1"/>
      </w:numPr>
    </w:pPr>
    <w:rPr>
      <w:rFonts w:ascii="Arial" w:hAnsi="Arial"/>
      <w:color w:val="auto"/>
      <w:sz w:val="24"/>
    </w:rPr>
  </w:style>
  <w:style w:type="character" w:customStyle="1" w:styleId="Heading4Char">
    <w:name w:val="Heading 4 Char"/>
    <w:link w:val="Heading4"/>
    <w:semiHidden/>
    <w:rsid w:val="00D32BDD"/>
    <w:rPr>
      <w:rFonts w:eastAsia="Times New Roman"/>
      <w:b/>
      <w:bCs/>
      <w:sz w:val="28"/>
      <w:szCs w:val="28"/>
    </w:rPr>
  </w:style>
  <w:style w:type="character" w:customStyle="1" w:styleId="Heading5Char">
    <w:name w:val="Heading 5 Char"/>
    <w:link w:val="Heading5"/>
    <w:semiHidden/>
    <w:rsid w:val="00D32BDD"/>
    <w:rPr>
      <w:rFonts w:eastAsia="Times New Roman"/>
      <w:b/>
      <w:bCs/>
      <w:i/>
      <w:iCs/>
      <w:sz w:val="26"/>
      <w:szCs w:val="26"/>
    </w:rPr>
  </w:style>
  <w:style w:type="character" w:customStyle="1" w:styleId="Heading6Char">
    <w:name w:val="Heading 6 Char"/>
    <w:link w:val="Heading6"/>
    <w:semiHidden/>
    <w:rsid w:val="00D32BDD"/>
    <w:rPr>
      <w:rFonts w:eastAsia="Times New Roman"/>
      <w:b/>
      <w:bCs/>
      <w:sz w:val="22"/>
      <w:szCs w:val="22"/>
    </w:rPr>
  </w:style>
  <w:style w:type="character" w:customStyle="1" w:styleId="Heading7Char">
    <w:name w:val="Heading 7 Char"/>
    <w:link w:val="Heading7"/>
    <w:semiHidden/>
    <w:rsid w:val="00D32BDD"/>
    <w:rPr>
      <w:rFonts w:eastAsia="Times New Roman"/>
      <w:szCs w:val="24"/>
    </w:rPr>
  </w:style>
  <w:style w:type="character" w:customStyle="1" w:styleId="Heading8Char">
    <w:name w:val="Heading 8 Char"/>
    <w:link w:val="Heading8"/>
    <w:semiHidden/>
    <w:rsid w:val="00D32BDD"/>
    <w:rPr>
      <w:rFonts w:eastAsia="Times New Roman"/>
      <w:i/>
      <w:iCs/>
      <w:szCs w:val="24"/>
    </w:rPr>
  </w:style>
  <w:style w:type="character" w:customStyle="1" w:styleId="Heading9Char">
    <w:name w:val="Heading 9 Char"/>
    <w:link w:val="Heading9"/>
    <w:semiHidden/>
    <w:rsid w:val="00D32BDD"/>
    <w:rPr>
      <w:rFonts w:eastAsia="Times New Roman" w:cs="Arial"/>
      <w:sz w:val="22"/>
      <w:szCs w:val="22"/>
    </w:rPr>
  </w:style>
  <w:style w:type="character" w:customStyle="1" w:styleId="Heading3Char">
    <w:name w:val="Heading 3 Char"/>
    <w:link w:val="Heading3"/>
    <w:semiHidden/>
    <w:rsid w:val="00D32BDD"/>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231DCA"/>
    <w:pPr>
      <w:spacing w:before="0" w:after="120" w:line="240" w:lineRule="auto"/>
    </w:pPr>
    <w:rPr>
      <w:rFonts w:eastAsia="Times New Roman"/>
      <w:sz w:val="20"/>
      <w:szCs w:val="24"/>
    </w:rPr>
  </w:style>
  <w:style w:type="character" w:styleId="FollowedHyperlink">
    <w:name w:val="FollowedHyperlink"/>
    <w:basedOn w:val="DefaultParagraphFont"/>
    <w:semiHidden/>
    <w:unhideWhenUsed/>
    <w:rsid w:val="000967EE"/>
    <w:rPr>
      <w:color w:val="800080" w:themeColor="followedHyperlink"/>
      <w:u w:val="single"/>
    </w:rPr>
  </w:style>
  <w:style w:type="character" w:customStyle="1" w:styleId="BodyTextChar">
    <w:name w:val="Body Text Char"/>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paragraph" w:customStyle="1" w:styleId="CMDBold">
    <w:name w:val="CMD Bold"/>
    <w:basedOn w:val="CMD"/>
    <w:next w:val="BodyTextL50"/>
    <w:link w:val="CMDBoldChar"/>
    <w:qFormat/>
    <w:rsid w:val="00C73E03"/>
    <w:rPr>
      <w:b/>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link w:val="CMD"/>
    <w:rsid w:val="00C73E03"/>
    <w:rPr>
      <w:rFonts w:ascii="Courier New" w:hAnsi="Courier New"/>
      <w:szCs w:val="22"/>
    </w:rPr>
  </w:style>
  <w:style w:type="character" w:customStyle="1" w:styleId="CMDBoldChar">
    <w:name w:val="CMD Bold Char"/>
    <w:link w:val="CMDBold"/>
    <w:rsid w:val="00C73E03"/>
    <w:rPr>
      <w:rFonts w:ascii="Courier New" w:hAnsi="Courier New"/>
      <w:b/>
      <w:szCs w:val="22"/>
    </w:rPr>
  </w:style>
  <w:style w:type="character" w:customStyle="1" w:styleId="BodyTextBoldChar">
    <w:name w:val="Body Text Bold Char"/>
    <w:link w:val="BodyTextBold"/>
    <w:rsid w:val="00C73E03"/>
    <w:rPr>
      <w:rFonts w:eastAsia="Times New Roman" w:cs="Arial"/>
      <w:b/>
      <w:szCs w:val="24"/>
    </w:rPr>
  </w:style>
  <w:style w:type="paragraph" w:customStyle="1" w:styleId="Default">
    <w:name w:val="Default"/>
    <w:rsid w:val="002E34AB"/>
    <w:pPr>
      <w:autoSpaceDE w:val="0"/>
      <w:autoSpaceDN w:val="0"/>
      <w:adjustRightInd w:val="0"/>
    </w:pPr>
    <w:rPr>
      <w:rFonts w:ascii="IDAJEB+Arial,Bold" w:eastAsia="Times New Roman" w:hAnsi="IDAJEB+Arial,Bold" w:cs="IDAJEB+Arial,Bold"/>
      <w:color w:val="000000"/>
      <w:sz w:val="24"/>
      <w:szCs w:val="24"/>
      <w:lang w:eastAsia="ko-KR"/>
    </w:rPr>
  </w:style>
  <w:style w:type="character" w:styleId="Hyperlink">
    <w:name w:val="Hyperlink"/>
    <w:unhideWhenUsed/>
    <w:rsid w:val="006D7E4B"/>
    <w:rPr>
      <w:color w:val="0000FF"/>
      <w:u w:val="single"/>
    </w:rPr>
  </w:style>
  <w:style w:type="paragraph" w:styleId="NormalWeb">
    <w:name w:val="Normal (Web)"/>
    <w:basedOn w:val="Normal"/>
    <w:uiPriority w:val="99"/>
    <w:semiHidden/>
    <w:unhideWhenUsed/>
    <w:rsid w:val="00EE26FA"/>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D62814"/>
    <w:rPr>
      <w:sz w:val="22"/>
      <w:szCs w:val="22"/>
    </w:rPr>
  </w:style>
  <w:style w:type="paragraph" w:styleId="CommentText">
    <w:name w:val="annotation text"/>
    <w:basedOn w:val="Normal"/>
    <w:link w:val="CommentTextChar"/>
    <w:semiHidden/>
    <w:unhideWhenUsed/>
    <w:rsid w:val="00674E02"/>
    <w:pPr>
      <w:spacing w:line="240" w:lineRule="auto"/>
    </w:pPr>
    <w:rPr>
      <w:sz w:val="20"/>
      <w:szCs w:val="20"/>
    </w:rPr>
  </w:style>
  <w:style w:type="character" w:customStyle="1" w:styleId="CommentTextChar">
    <w:name w:val="Comment Text Char"/>
    <w:basedOn w:val="DefaultParagraphFont"/>
    <w:link w:val="CommentText"/>
    <w:semiHidden/>
    <w:rsid w:val="00674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76791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a\Documents\SVN%20CCNA%20Security%201.2\Labs\CCNA_Security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078F5-A850-42FD-8E47-51516A8E4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CCNA_Security_Lab-Template.dotx</Template>
  <TotalTime>0</TotalTime>
  <Pages>7</Pages>
  <Words>2166</Words>
  <Characters>12352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dholzing</cp:lastModifiedBy>
  <cp:revision>2</cp:revision>
  <cp:lastPrinted>2015-05-04T21:41:00Z</cp:lastPrinted>
  <dcterms:created xsi:type="dcterms:W3CDTF">2015-07-02T23:02:00Z</dcterms:created>
  <dcterms:modified xsi:type="dcterms:W3CDTF">2015-07-02T23:02:00Z</dcterms:modified>
</cp:coreProperties>
</file>